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BC8" w:rsidRPr="002E2BEA" w:rsidRDefault="00523BC8" w:rsidP="00523BC8">
      <w:pPr>
        <w:jc w:val="right"/>
        <w:rPr>
          <w:b/>
          <w:i/>
          <w:sz w:val="22"/>
          <w:szCs w:val="22"/>
        </w:rPr>
      </w:pPr>
      <w:r w:rsidRPr="002E2BEA">
        <w:rPr>
          <w:b/>
          <w:i/>
          <w:sz w:val="22"/>
          <w:szCs w:val="22"/>
        </w:rPr>
        <w:t xml:space="preserve">Приложение </w:t>
      </w:r>
      <w:r w:rsidR="00DE1854" w:rsidRPr="002E2BEA">
        <w:rPr>
          <w:b/>
          <w:i/>
          <w:sz w:val="22"/>
          <w:szCs w:val="22"/>
        </w:rPr>
        <w:t>2</w:t>
      </w:r>
    </w:p>
    <w:p w:rsidR="00523BC8" w:rsidRPr="002E2BEA" w:rsidRDefault="002E2BEA" w:rsidP="00523BC8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к Соглашению № 16-БД/17</w:t>
      </w:r>
      <w:r w:rsidR="00523BC8" w:rsidRPr="002E2BEA">
        <w:rPr>
          <w:i/>
          <w:sz w:val="22"/>
          <w:szCs w:val="22"/>
        </w:rPr>
        <w:t xml:space="preserve"> </w:t>
      </w:r>
    </w:p>
    <w:p w:rsidR="00523BC8" w:rsidRPr="002E2BEA" w:rsidRDefault="00523BC8" w:rsidP="00523BC8">
      <w:pPr>
        <w:jc w:val="right"/>
        <w:rPr>
          <w:i/>
          <w:sz w:val="22"/>
          <w:szCs w:val="22"/>
        </w:rPr>
      </w:pPr>
      <w:r w:rsidRPr="002E2BEA">
        <w:rPr>
          <w:i/>
          <w:sz w:val="22"/>
          <w:szCs w:val="22"/>
        </w:rPr>
        <w:t>от «</w:t>
      </w:r>
      <w:r w:rsidR="002E2BEA">
        <w:rPr>
          <w:i/>
          <w:sz w:val="22"/>
          <w:szCs w:val="22"/>
        </w:rPr>
        <w:t>20</w:t>
      </w:r>
      <w:r w:rsidRPr="002E2BEA">
        <w:rPr>
          <w:i/>
          <w:sz w:val="22"/>
          <w:szCs w:val="22"/>
        </w:rPr>
        <w:t xml:space="preserve">» </w:t>
      </w:r>
      <w:r w:rsidR="002E2BEA">
        <w:rPr>
          <w:i/>
          <w:sz w:val="22"/>
          <w:szCs w:val="22"/>
        </w:rPr>
        <w:t>июля</w:t>
      </w:r>
      <w:r w:rsidRPr="002E2BEA">
        <w:rPr>
          <w:i/>
          <w:sz w:val="22"/>
          <w:szCs w:val="22"/>
        </w:rPr>
        <w:t xml:space="preserve"> 2017 года</w:t>
      </w:r>
    </w:p>
    <w:p w:rsidR="00523BC8" w:rsidRPr="00DD6A6B" w:rsidRDefault="00523BC8" w:rsidP="00523BC8">
      <w:pPr>
        <w:jc w:val="center"/>
        <w:rPr>
          <w:sz w:val="22"/>
          <w:szCs w:val="22"/>
        </w:rPr>
      </w:pPr>
    </w:p>
    <w:p w:rsidR="00523BC8" w:rsidRPr="00DD6A6B" w:rsidRDefault="00523BC8" w:rsidP="00523BC8">
      <w:pPr>
        <w:jc w:val="center"/>
        <w:rPr>
          <w:b/>
          <w:sz w:val="22"/>
          <w:szCs w:val="22"/>
        </w:rPr>
      </w:pPr>
      <w:r w:rsidRPr="00DD6A6B">
        <w:rPr>
          <w:b/>
          <w:sz w:val="22"/>
          <w:szCs w:val="22"/>
        </w:rPr>
        <w:t>ОТЧЕТ</w:t>
      </w:r>
    </w:p>
    <w:p w:rsidR="008326B3" w:rsidRPr="00DD6A6B" w:rsidRDefault="00523BC8" w:rsidP="00523BC8">
      <w:pPr>
        <w:jc w:val="center"/>
        <w:rPr>
          <w:b/>
          <w:sz w:val="22"/>
          <w:szCs w:val="22"/>
        </w:rPr>
      </w:pPr>
      <w:r w:rsidRPr="00DD6A6B">
        <w:rPr>
          <w:b/>
          <w:sz w:val="22"/>
          <w:szCs w:val="22"/>
        </w:rPr>
        <w:t xml:space="preserve">об осуществлении расходов местного бюджета </w:t>
      </w:r>
    </w:p>
    <w:p w:rsidR="0082580C" w:rsidRPr="00DD6A6B" w:rsidRDefault="0082580C" w:rsidP="00523BC8">
      <w:pPr>
        <w:jc w:val="center"/>
        <w:rPr>
          <w:sz w:val="22"/>
          <w:szCs w:val="22"/>
        </w:rPr>
      </w:pPr>
      <w:r w:rsidRPr="00DD6A6B">
        <w:rPr>
          <w:sz w:val="22"/>
          <w:szCs w:val="22"/>
        </w:rPr>
        <w:t xml:space="preserve">муниципального образования Большеижорское городское поселение </w:t>
      </w:r>
    </w:p>
    <w:p w:rsidR="00523BC8" w:rsidRPr="00DD6A6B" w:rsidRDefault="0082580C" w:rsidP="00523BC8">
      <w:pPr>
        <w:jc w:val="center"/>
        <w:rPr>
          <w:sz w:val="22"/>
          <w:szCs w:val="22"/>
        </w:rPr>
      </w:pPr>
      <w:r w:rsidRPr="00DD6A6B">
        <w:rPr>
          <w:sz w:val="22"/>
          <w:szCs w:val="22"/>
        </w:rPr>
        <w:t>Ломоносовского муниципального района Ленинградской области</w:t>
      </w:r>
      <w:r w:rsidR="00523BC8" w:rsidRPr="00DD6A6B">
        <w:rPr>
          <w:sz w:val="22"/>
          <w:szCs w:val="22"/>
        </w:rPr>
        <w:t xml:space="preserve"> </w:t>
      </w:r>
    </w:p>
    <w:p w:rsidR="00523BC8" w:rsidRPr="00DD6A6B" w:rsidRDefault="00523BC8" w:rsidP="00523BC8">
      <w:pPr>
        <w:jc w:val="center"/>
        <w:rPr>
          <w:sz w:val="22"/>
          <w:szCs w:val="22"/>
        </w:rPr>
      </w:pPr>
      <w:r w:rsidRPr="00DD6A6B">
        <w:rPr>
          <w:sz w:val="22"/>
          <w:szCs w:val="22"/>
        </w:rPr>
        <w:t xml:space="preserve"> </w:t>
      </w:r>
      <w:r w:rsidR="008326B3" w:rsidRPr="00DD6A6B">
        <w:rPr>
          <w:sz w:val="22"/>
          <w:szCs w:val="22"/>
        </w:rPr>
        <w:t>на реализацию мероприятий муниципальных программ формирования комфортной городской среды</w:t>
      </w:r>
      <w:r w:rsidRPr="00DD6A6B">
        <w:rPr>
          <w:sz w:val="22"/>
          <w:szCs w:val="22"/>
        </w:rPr>
        <w:t>,</w:t>
      </w:r>
    </w:p>
    <w:p w:rsidR="00523BC8" w:rsidRPr="00DD6A6B" w:rsidRDefault="00523BC8" w:rsidP="00523BC8">
      <w:pPr>
        <w:jc w:val="center"/>
        <w:rPr>
          <w:sz w:val="22"/>
          <w:szCs w:val="22"/>
        </w:rPr>
      </w:pPr>
      <w:r w:rsidRPr="00DD6A6B">
        <w:rPr>
          <w:sz w:val="22"/>
          <w:szCs w:val="22"/>
        </w:rPr>
        <w:t>по состоянию на</w:t>
      </w:r>
      <w:r w:rsidR="008326B3" w:rsidRPr="00DD6A6B">
        <w:rPr>
          <w:sz w:val="22"/>
          <w:szCs w:val="22"/>
        </w:rPr>
        <w:t xml:space="preserve"> «</w:t>
      </w:r>
      <w:r w:rsidR="00536AD2">
        <w:rPr>
          <w:sz w:val="22"/>
          <w:szCs w:val="22"/>
        </w:rPr>
        <w:t>01</w:t>
      </w:r>
      <w:r w:rsidR="008326B3" w:rsidRPr="00DD6A6B">
        <w:rPr>
          <w:sz w:val="22"/>
          <w:szCs w:val="22"/>
        </w:rPr>
        <w:t xml:space="preserve">» </w:t>
      </w:r>
      <w:r w:rsidR="00536AD2">
        <w:rPr>
          <w:sz w:val="22"/>
          <w:szCs w:val="22"/>
        </w:rPr>
        <w:t>января</w:t>
      </w:r>
      <w:r w:rsidR="008326B3" w:rsidRPr="00DD6A6B">
        <w:rPr>
          <w:sz w:val="22"/>
          <w:szCs w:val="22"/>
        </w:rPr>
        <w:t xml:space="preserve"> 201</w:t>
      </w:r>
      <w:r w:rsidR="00536AD2">
        <w:rPr>
          <w:sz w:val="22"/>
          <w:szCs w:val="22"/>
        </w:rPr>
        <w:t>8</w:t>
      </w:r>
      <w:r w:rsidR="008326B3" w:rsidRPr="00DD6A6B">
        <w:rPr>
          <w:sz w:val="22"/>
          <w:szCs w:val="22"/>
        </w:rPr>
        <w:t xml:space="preserve"> года</w:t>
      </w:r>
    </w:p>
    <w:p w:rsidR="00523BC8" w:rsidRPr="00DD6A6B" w:rsidRDefault="00523BC8" w:rsidP="00523BC8">
      <w:pPr>
        <w:jc w:val="both"/>
        <w:rPr>
          <w:sz w:val="22"/>
          <w:szCs w:val="22"/>
        </w:rPr>
      </w:pPr>
    </w:p>
    <w:tbl>
      <w:tblPr>
        <w:tblStyle w:val="ab"/>
        <w:tblW w:w="15451" w:type="dxa"/>
        <w:tblLayout w:type="fixed"/>
        <w:tblLook w:val="04A0" w:firstRow="1" w:lastRow="0" w:firstColumn="1" w:lastColumn="0" w:noHBand="0" w:noVBand="1"/>
      </w:tblPr>
      <w:tblGrid>
        <w:gridCol w:w="507"/>
        <w:gridCol w:w="1506"/>
        <w:gridCol w:w="1734"/>
        <w:gridCol w:w="1214"/>
        <w:gridCol w:w="3433"/>
        <w:gridCol w:w="1812"/>
        <w:gridCol w:w="2126"/>
        <w:gridCol w:w="1701"/>
        <w:gridCol w:w="1418"/>
      </w:tblGrid>
      <w:tr w:rsidR="00523BC8" w:rsidRPr="00DD6A6B" w:rsidTr="007B097B">
        <w:trPr>
          <w:cantSplit/>
          <w:trHeight w:val="778"/>
        </w:trPr>
        <w:tc>
          <w:tcPr>
            <w:tcW w:w="507" w:type="dxa"/>
            <w:tcMar>
              <w:left w:w="28" w:type="dxa"/>
              <w:right w:w="28" w:type="dxa"/>
            </w:tcMar>
            <w:vAlign w:val="center"/>
          </w:tcPr>
          <w:p w:rsidR="00523BC8" w:rsidRPr="00DD6A6B" w:rsidRDefault="00523BC8" w:rsidP="00F5080C">
            <w:pPr>
              <w:jc w:val="center"/>
              <w:rPr>
                <w:sz w:val="22"/>
                <w:szCs w:val="22"/>
              </w:rPr>
            </w:pPr>
            <w:r w:rsidRPr="00DD6A6B">
              <w:rPr>
                <w:sz w:val="22"/>
                <w:szCs w:val="22"/>
              </w:rPr>
              <w:t>№</w:t>
            </w:r>
          </w:p>
        </w:tc>
        <w:tc>
          <w:tcPr>
            <w:tcW w:w="1506" w:type="dxa"/>
            <w:tcMar>
              <w:left w:w="28" w:type="dxa"/>
              <w:right w:w="28" w:type="dxa"/>
            </w:tcMar>
            <w:vAlign w:val="center"/>
          </w:tcPr>
          <w:p w:rsidR="00523BC8" w:rsidRPr="00DD6A6B" w:rsidRDefault="00523BC8" w:rsidP="00F5080C">
            <w:pPr>
              <w:jc w:val="center"/>
              <w:rPr>
                <w:sz w:val="22"/>
                <w:szCs w:val="22"/>
              </w:rPr>
            </w:pPr>
            <w:r w:rsidRPr="00DD6A6B">
              <w:rPr>
                <w:sz w:val="22"/>
                <w:szCs w:val="22"/>
              </w:rPr>
              <w:t>Направление расходов</w:t>
            </w:r>
          </w:p>
        </w:tc>
        <w:tc>
          <w:tcPr>
            <w:tcW w:w="1734" w:type="dxa"/>
            <w:tcMar>
              <w:left w:w="28" w:type="dxa"/>
              <w:right w:w="28" w:type="dxa"/>
            </w:tcMar>
            <w:vAlign w:val="center"/>
          </w:tcPr>
          <w:p w:rsidR="00523BC8" w:rsidRPr="00DD6A6B" w:rsidRDefault="00523BC8" w:rsidP="00F5080C">
            <w:pPr>
              <w:jc w:val="center"/>
              <w:rPr>
                <w:sz w:val="22"/>
                <w:szCs w:val="22"/>
              </w:rPr>
            </w:pPr>
            <w:r w:rsidRPr="00DD6A6B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523BC8" w:rsidRPr="00DD6A6B" w:rsidRDefault="00523BC8" w:rsidP="00F5080C">
            <w:pPr>
              <w:jc w:val="center"/>
              <w:rPr>
                <w:sz w:val="22"/>
                <w:szCs w:val="22"/>
              </w:rPr>
            </w:pPr>
            <w:r w:rsidRPr="00DD6A6B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3433" w:type="dxa"/>
            <w:tcMar>
              <w:left w:w="28" w:type="dxa"/>
              <w:right w:w="28" w:type="dxa"/>
            </w:tcMar>
            <w:vAlign w:val="center"/>
          </w:tcPr>
          <w:p w:rsidR="00523BC8" w:rsidRPr="00DD6A6B" w:rsidRDefault="00523BC8" w:rsidP="00F5080C">
            <w:pPr>
              <w:jc w:val="center"/>
              <w:rPr>
                <w:sz w:val="22"/>
                <w:szCs w:val="22"/>
              </w:rPr>
            </w:pPr>
            <w:r w:rsidRPr="00DD6A6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12" w:type="dxa"/>
            <w:tcMar>
              <w:left w:w="28" w:type="dxa"/>
              <w:right w:w="28" w:type="dxa"/>
            </w:tcMar>
            <w:vAlign w:val="center"/>
          </w:tcPr>
          <w:p w:rsidR="00523BC8" w:rsidRPr="00DD6A6B" w:rsidRDefault="00523BC8" w:rsidP="00F5080C">
            <w:pPr>
              <w:jc w:val="center"/>
              <w:rPr>
                <w:sz w:val="22"/>
                <w:szCs w:val="22"/>
              </w:rPr>
            </w:pPr>
            <w:r w:rsidRPr="00DD6A6B">
              <w:rPr>
                <w:sz w:val="22"/>
                <w:szCs w:val="22"/>
              </w:rPr>
              <w:t>Предусмотрено средств на реализацию мероприятия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523BC8" w:rsidRPr="00DD6A6B" w:rsidRDefault="00523BC8" w:rsidP="00F5080C">
            <w:pPr>
              <w:jc w:val="center"/>
              <w:rPr>
                <w:sz w:val="22"/>
                <w:szCs w:val="22"/>
              </w:rPr>
            </w:pPr>
            <w:r w:rsidRPr="00DD6A6B">
              <w:rPr>
                <w:sz w:val="22"/>
                <w:szCs w:val="22"/>
              </w:rPr>
              <w:t>Фактически поступило</w:t>
            </w:r>
            <w:r w:rsidR="00F5080C" w:rsidRPr="00DD6A6B">
              <w:rPr>
                <w:sz w:val="22"/>
                <w:szCs w:val="22"/>
              </w:rPr>
              <w:t xml:space="preserve"> субсидий </w:t>
            </w:r>
            <w:r w:rsidRPr="00DD6A6B">
              <w:rPr>
                <w:sz w:val="22"/>
                <w:szCs w:val="22"/>
              </w:rPr>
              <w:t xml:space="preserve">в бюджет муниципального образования 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23BC8" w:rsidRPr="00DD6A6B" w:rsidRDefault="00523BC8" w:rsidP="00F5080C">
            <w:pPr>
              <w:jc w:val="center"/>
              <w:rPr>
                <w:sz w:val="22"/>
                <w:szCs w:val="22"/>
              </w:rPr>
            </w:pPr>
            <w:r w:rsidRPr="00DD6A6B">
              <w:rPr>
                <w:sz w:val="22"/>
                <w:szCs w:val="22"/>
              </w:rPr>
              <w:t>Фактически использовано средств на отчетную дату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523BC8" w:rsidRPr="00DD6A6B" w:rsidRDefault="00523BC8" w:rsidP="00F5080C">
            <w:pPr>
              <w:jc w:val="center"/>
              <w:rPr>
                <w:sz w:val="22"/>
                <w:szCs w:val="22"/>
              </w:rPr>
            </w:pPr>
            <w:r w:rsidRPr="00DD6A6B">
              <w:rPr>
                <w:sz w:val="22"/>
                <w:szCs w:val="22"/>
              </w:rPr>
              <w:t>Остаток средств по состоянию на отчетную дату</w:t>
            </w:r>
          </w:p>
        </w:tc>
      </w:tr>
      <w:tr w:rsidR="00523BC8" w:rsidRPr="00DD6A6B" w:rsidTr="007B097B">
        <w:tc>
          <w:tcPr>
            <w:tcW w:w="507" w:type="dxa"/>
          </w:tcPr>
          <w:p w:rsidR="00523BC8" w:rsidRPr="00DD6A6B" w:rsidRDefault="00523BC8" w:rsidP="00FE51AB">
            <w:pPr>
              <w:jc w:val="center"/>
              <w:rPr>
                <w:sz w:val="22"/>
                <w:szCs w:val="22"/>
              </w:rPr>
            </w:pPr>
            <w:r w:rsidRPr="00DD6A6B">
              <w:rPr>
                <w:sz w:val="22"/>
                <w:szCs w:val="22"/>
              </w:rPr>
              <w:t>1</w:t>
            </w:r>
          </w:p>
        </w:tc>
        <w:tc>
          <w:tcPr>
            <w:tcW w:w="1506" w:type="dxa"/>
          </w:tcPr>
          <w:p w:rsidR="00523BC8" w:rsidRPr="00DD6A6B" w:rsidRDefault="00523BC8" w:rsidP="00FE51AB">
            <w:pPr>
              <w:jc w:val="center"/>
              <w:rPr>
                <w:sz w:val="22"/>
                <w:szCs w:val="22"/>
              </w:rPr>
            </w:pPr>
            <w:r w:rsidRPr="00DD6A6B">
              <w:rPr>
                <w:sz w:val="22"/>
                <w:szCs w:val="22"/>
              </w:rPr>
              <w:t>2</w:t>
            </w:r>
          </w:p>
        </w:tc>
        <w:tc>
          <w:tcPr>
            <w:tcW w:w="1734" w:type="dxa"/>
          </w:tcPr>
          <w:p w:rsidR="00523BC8" w:rsidRPr="00DD6A6B" w:rsidRDefault="00523BC8" w:rsidP="00FE51AB">
            <w:pPr>
              <w:jc w:val="center"/>
              <w:rPr>
                <w:sz w:val="22"/>
                <w:szCs w:val="22"/>
              </w:rPr>
            </w:pPr>
            <w:r w:rsidRPr="00DD6A6B">
              <w:rPr>
                <w:sz w:val="22"/>
                <w:szCs w:val="22"/>
              </w:rPr>
              <w:t>3</w:t>
            </w:r>
          </w:p>
        </w:tc>
        <w:tc>
          <w:tcPr>
            <w:tcW w:w="1214" w:type="dxa"/>
          </w:tcPr>
          <w:p w:rsidR="00523BC8" w:rsidRPr="00DD6A6B" w:rsidRDefault="00523BC8" w:rsidP="00FE51AB">
            <w:pPr>
              <w:jc w:val="center"/>
              <w:rPr>
                <w:sz w:val="22"/>
                <w:szCs w:val="22"/>
              </w:rPr>
            </w:pPr>
            <w:r w:rsidRPr="00DD6A6B">
              <w:rPr>
                <w:sz w:val="22"/>
                <w:szCs w:val="22"/>
              </w:rPr>
              <w:t>4</w:t>
            </w:r>
          </w:p>
        </w:tc>
        <w:tc>
          <w:tcPr>
            <w:tcW w:w="3433" w:type="dxa"/>
          </w:tcPr>
          <w:p w:rsidR="00523BC8" w:rsidRPr="00DD6A6B" w:rsidRDefault="00523BC8" w:rsidP="00FE51AB">
            <w:pPr>
              <w:jc w:val="center"/>
              <w:rPr>
                <w:sz w:val="22"/>
                <w:szCs w:val="22"/>
              </w:rPr>
            </w:pPr>
            <w:r w:rsidRPr="00DD6A6B">
              <w:rPr>
                <w:sz w:val="22"/>
                <w:szCs w:val="22"/>
              </w:rPr>
              <w:t>5</w:t>
            </w:r>
          </w:p>
        </w:tc>
        <w:tc>
          <w:tcPr>
            <w:tcW w:w="1812" w:type="dxa"/>
          </w:tcPr>
          <w:p w:rsidR="00523BC8" w:rsidRPr="00DD6A6B" w:rsidRDefault="00523BC8" w:rsidP="00FE51AB">
            <w:pPr>
              <w:jc w:val="center"/>
              <w:rPr>
                <w:sz w:val="22"/>
                <w:szCs w:val="22"/>
              </w:rPr>
            </w:pPr>
            <w:r w:rsidRPr="00DD6A6B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523BC8" w:rsidRPr="00DD6A6B" w:rsidRDefault="00523BC8" w:rsidP="00FE51AB">
            <w:pPr>
              <w:jc w:val="center"/>
              <w:rPr>
                <w:sz w:val="22"/>
                <w:szCs w:val="22"/>
              </w:rPr>
            </w:pPr>
            <w:r w:rsidRPr="00DD6A6B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523BC8" w:rsidRPr="00DD6A6B" w:rsidRDefault="00523BC8" w:rsidP="00FE51AB">
            <w:pPr>
              <w:jc w:val="center"/>
              <w:rPr>
                <w:sz w:val="22"/>
                <w:szCs w:val="22"/>
              </w:rPr>
            </w:pPr>
            <w:r w:rsidRPr="00DD6A6B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</w:tcPr>
          <w:p w:rsidR="00523BC8" w:rsidRPr="00DD6A6B" w:rsidRDefault="00523BC8" w:rsidP="00FE51AB">
            <w:pPr>
              <w:jc w:val="center"/>
              <w:rPr>
                <w:sz w:val="22"/>
                <w:szCs w:val="22"/>
              </w:rPr>
            </w:pPr>
            <w:r w:rsidRPr="00DD6A6B">
              <w:rPr>
                <w:sz w:val="22"/>
                <w:szCs w:val="22"/>
              </w:rPr>
              <w:t>9</w:t>
            </w:r>
          </w:p>
        </w:tc>
      </w:tr>
      <w:tr w:rsidR="007B097B" w:rsidRPr="00DD6A6B" w:rsidTr="007B097B">
        <w:tc>
          <w:tcPr>
            <w:tcW w:w="507" w:type="dxa"/>
            <w:vMerge w:val="restart"/>
          </w:tcPr>
          <w:p w:rsidR="007B097B" w:rsidRPr="00DD6A6B" w:rsidRDefault="007B097B" w:rsidP="00FE51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06" w:type="dxa"/>
            <w:vMerge w:val="restart"/>
          </w:tcPr>
          <w:p w:rsidR="007B097B" w:rsidRPr="00B655E4" w:rsidRDefault="007B097B" w:rsidP="007B097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B655E4">
              <w:rPr>
                <w:sz w:val="22"/>
                <w:szCs w:val="22"/>
              </w:rPr>
              <w:t>еал</w:t>
            </w:r>
            <w:r>
              <w:rPr>
                <w:sz w:val="22"/>
                <w:szCs w:val="22"/>
              </w:rPr>
              <w:t>изация</w:t>
            </w:r>
            <w:r w:rsidRPr="00B655E4">
              <w:rPr>
                <w:sz w:val="22"/>
                <w:szCs w:val="22"/>
              </w:rPr>
              <w:t xml:space="preserve"> мероприятий по благоустройству </w:t>
            </w:r>
            <w:r>
              <w:rPr>
                <w:sz w:val="22"/>
                <w:szCs w:val="22"/>
              </w:rPr>
              <w:t>дворовых</w:t>
            </w:r>
            <w:r w:rsidRPr="00B655E4">
              <w:rPr>
                <w:sz w:val="22"/>
                <w:szCs w:val="22"/>
              </w:rPr>
              <w:t xml:space="preserve"> территорий </w:t>
            </w:r>
          </w:p>
          <w:p w:rsidR="007B097B" w:rsidRPr="00B655E4" w:rsidRDefault="007B097B" w:rsidP="007B09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655E4">
              <w:rPr>
                <w:sz w:val="22"/>
                <w:szCs w:val="22"/>
              </w:rPr>
              <w:t xml:space="preserve">в рамках муниципальной программы </w:t>
            </w:r>
          </w:p>
          <w:p w:rsidR="007B097B" w:rsidRPr="00B655E4" w:rsidRDefault="007B097B" w:rsidP="007B097B">
            <w:pPr>
              <w:jc w:val="center"/>
              <w:rPr>
                <w:sz w:val="22"/>
                <w:szCs w:val="22"/>
              </w:rPr>
            </w:pPr>
            <w:r w:rsidRPr="00B655E4">
              <w:rPr>
                <w:sz w:val="22"/>
                <w:szCs w:val="22"/>
              </w:rPr>
              <w:t>формирования комфортной городской среды</w:t>
            </w:r>
          </w:p>
        </w:tc>
        <w:tc>
          <w:tcPr>
            <w:tcW w:w="1734" w:type="dxa"/>
            <w:vMerge w:val="restart"/>
          </w:tcPr>
          <w:p w:rsidR="007B097B" w:rsidRDefault="007B097B" w:rsidP="007B097B">
            <w:pPr>
              <w:jc w:val="center"/>
              <w:rPr>
                <w:sz w:val="22"/>
                <w:szCs w:val="22"/>
              </w:rPr>
            </w:pPr>
            <w:r w:rsidRPr="00B655E4">
              <w:rPr>
                <w:sz w:val="22"/>
                <w:szCs w:val="22"/>
              </w:rPr>
              <w:t xml:space="preserve">Выполнение работ по благоустройству </w:t>
            </w:r>
            <w:r>
              <w:rPr>
                <w:sz w:val="22"/>
                <w:szCs w:val="22"/>
              </w:rPr>
              <w:t>дворовых</w:t>
            </w:r>
            <w:r w:rsidRPr="00B655E4">
              <w:rPr>
                <w:sz w:val="22"/>
                <w:szCs w:val="22"/>
              </w:rPr>
              <w:t xml:space="preserve"> территорий, в соответствии с заявкой</w:t>
            </w:r>
            <w:r>
              <w:rPr>
                <w:sz w:val="22"/>
                <w:szCs w:val="22"/>
              </w:rPr>
              <w:t>.</w:t>
            </w:r>
          </w:p>
          <w:p w:rsidR="007B097B" w:rsidRPr="00B655E4" w:rsidRDefault="007B097B" w:rsidP="007B0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655E4">
              <w:rPr>
                <w:sz w:val="22"/>
                <w:szCs w:val="22"/>
              </w:rPr>
              <w:t>воровыми территори</w:t>
            </w:r>
            <w:r>
              <w:rPr>
                <w:sz w:val="22"/>
                <w:szCs w:val="22"/>
              </w:rPr>
              <w:t>и</w:t>
            </w:r>
            <w:r w:rsidRPr="00B655E4">
              <w:rPr>
                <w:sz w:val="22"/>
                <w:szCs w:val="22"/>
              </w:rPr>
              <w:t xml:space="preserve"> ул. Приморское шоссе дом 7 и  ул. Приморское </w:t>
            </w:r>
            <w:proofErr w:type="spellStart"/>
            <w:r w:rsidRPr="00B655E4">
              <w:rPr>
                <w:sz w:val="22"/>
                <w:szCs w:val="22"/>
              </w:rPr>
              <w:t>щоссе</w:t>
            </w:r>
            <w:proofErr w:type="spellEnd"/>
            <w:r w:rsidRPr="00B655E4">
              <w:rPr>
                <w:sz w:val="22"/>
                <w:szCs w:val="22"/>
              </w:rPr>
              <w:t xml:space="preserve"> дом 11</w:t>
            </w:r>
          </w:p>
        </w:tc>
        <w:tc>
          <w:tcPr>
            <w:tcW w:w="1214" w:type="dxa"/>
            <w:vMerge w:val="restart"/>
            <w:vAlign w:val="center"/>
          </w:tcPr>
          <w:p w:rsidR="007B097B" w:rsidRPr="00B655E4" w:rsidRDefault="007B097B" w:rsidP="007B0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позднее 31.12.2017 г.</w:t>
            </w:r>
          </w:p>
        </w:tc>
        <w:tc>
          <w:tcPr>
            <w:tcW w:w="3433" w:type="dxa"/>
          </w:tcPr>
          <w:p w:rsidR="007B097B" w:rsidRPr="00DD6A6B" w:rsidRDefault="007B097B" w:rsidP="00FE51AB">
            <w:pPr>
              <w:jc w:val="both"/>
              <w:rPr>
                <w:sz w:val="22"/>
                <w:szCs w:val="22"/>
              </w:rPr>
            </w:pPr>
            <w:r w:rsidRPr="00DD6A6B">
              <w:rPr>
                <w:sz w:val="22"/>
                <w:szCs w:val="22"/>
              </w:rPr>
              <w:t>Итого по мероприятию, в том числе:</w:t>
            </w:r>
          </w:p>
        </w:tc>
        <w:tc>
          <w:tcPr>
            <w:tcW w:w="1812" w:type="dxa"/>
            <w:vAlign w:val="center"/>
          </w:tcPr>
          <w:p w:rsidR="007B097B" w:rsidRPr="00DD6A6B" w:rsidRDefault="007B097B" w:rsidP="002E2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7 544 700,00</w:t>
            </w:r>
          </w:p>
        </w:tc>
        <w:tc>
          <w:tcPr>
            <w:tcW w:w="2126" w:type="dxa"/>
            <w:vAlign w:val="center"/>
          </w:tcPr>
          <w:p w:rsidR="007B097B" w:rsidRPr="00DD6A6B" w:rsidRDefault="007B097B" w:rsidP="002E2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7 544 700,00</w:t>
            </w:r>
          </w:p>
        </w:tc>
        <w:tc>
          <w:tcPr>
            <w:tcW w:w="1701" w:type="dxa"/>
            <w:vAlign w:val="center"/>
          </w:tcPr>
          <w:p w:rsidR="007B097B" w:rsidRPr="00DD6A6B" w:rsidRDefault="007B097B" w:rsidP="002E2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6 601 581,86</w:t>
            </w:r>
          </w:p>
        </w:tc>
        <w:tc>
          <w:tcPr>
            <w:tcW w:w="1418" w:type="dxa"/>
            <w:vAlign w:val="center"/>
          </w:tcPr>
          <w:p w:rsidR="007B097B" w:rsidRPr="00DD6A6B" w:rsidRDefault="007B097B" w:rsidP="002E2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943 118,14</w:t>
            </w:r>
          </w:p>
        </w:tc>
      </w:tr>
      <w:tr w:rsidR="007B097B" w:rsidRPr="00DD6A6B" w:rsidTr="007B097B">
        <w:tc>
          <w:tcPr>
            <w:tcW w:w="507" w:type="dxa"/>
            <w:vMerge/>
          </w:tcPr>
          <w:p w:rsidR="007B097B" w:rsidRPr="00DD6A6B" w:rsidRDefault="007B097B" w:rsidP="00FE51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06" w:type="dxa"/>
            <w:vMerge/>
          </w:tcPr>
          <w:p w:rsidR="007B097B" w:rsidRPr="00DD6A6B" w:rsidRDefault="007B097B" w:rsidP="00FE51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  <w:vMerge/>
          </w:tcPr>
          <w:p w:rsidR="007B097B" w:rsidRPr="00DD6A6B" w:rsidRDefault="007B097B" w:rsidP="00FE51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4" w:type="dxa"/>
            <w:vMerge/>
          </w:tcPr>
          <w:p w:rsidR="007B097B" w:rsidRPr="00DD6A6B" w:rsidRDefault="007B097B" w:rsidP="00FE51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3" w:type="dxa"/>
          </w:tcPr>
          <w:p w:rsidR="007B097B" w:rsidRPr="00DD6A6B" w:rsidRDefault="007B097B" w:rsidP="00FE51AB">
            <w:pPr>
              <w:rPr>
                <w:sz w:val="22"/>
                <w:szCs w:val="22"/>
              </w:rPr>
            </w:pPr>
            <w:r w:rsidRPr="00DD6A6B">
              <w:rPr>
                <w:sz w:val="22"/>
                <w:szCs w:val="22"/>
              </w:rPr>
              <w:t xml:space="preserve">размер средств субсидии, источником финансового обеспечения которой являются средства  федерального бюджета </w:t>
            </w:r>
          </w:p>
        </w:tc>
        <w:tc>
          <w:tcPr>
            <w:tcW w:w="1812" w:type="dxa"/>
            <w:vAlign w:val="center"/>
          </w:tcPr>
          <w:p w:rsidR="007B097B" w:rsidRPr="00DD6A6B" w:rsidRDefault="007B097B" w:rsidP="002E2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5 060 046,00</w:t>
            </w:r>
          </w:p>
        </w:tc>
        <w:tc>
          <w:tcPr>
            <w:tcW w:w="2126" w:type="dxa"/>
            <w:vAlign w:val="center"/>
          </w:tcPr>
          <w:p w:rsidR="007B097B" w:rsidRPr="00DD6A6B" w:rsidRDefault="007B097B" w:rsidP="007B0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5 060 046,00</w:t>
            </w:r>
          </w:p>
        </w:tc>
        <w:tc>
          <w:tcPr>
            <w:tcW w:w="1701" w:type="dxa"/>
            <w:vAlign w:val="center"/>
          </w:tcPr>
          <w:p w:rsidR="007B097B" w:rsidRPr="00DD6A6B" w:rsidRDefault="007B097B" w:rsidP="002E2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4 281 902,35</w:t>
            </w:r>
          </w:p>
        </w:tc>
        <w:tc>
          <w:tcPr>
            <w:tcW w:w="1418" w:type="dxa"/>
            <w:vAlign w:val="center"/>
          </w:tcPr>
          <w:p w:rsidR="007B097B" w:rsidRPr="00DD6A6B" w:rsidRDefault="007B097B" w:rsidP="002E2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778 143,65</w:t>
            </w:r>
          </w:p>
        </w:tc>
      </w:tr>
      <w:tr w:rsidR="007B097B" w:rsidRPr="00DD6A6B" w:rsidTr="007B097B">
        <w:tc>
          <w:tcPr>
            <w:tcW w:w="507" w:type="dxa"/>
            <w:vMerge/>
          </w:tcPr>
          <w:p w:rsidR="007B097B" w:rsidRPr="00DD6A6B" w:rsidRDefault="007B097B" w:rsidP="00FE51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06" w:type="dxa"/>
            <w:vMerge/>
          </w:tcPr>
          <w:p w:rsidR="007B097B" w:rsidRPr="00DD6A6B" w:rsidRDefault="007B097B" w:rsidP="00FE51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  <w:vMerge/>
          </w:tcPr>
          <w:p w:rsidR="007B097B" w:rsidRPr="00DD6A6B" w:rsidRDefault="007B097B" w:rsidP="00FE51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4" w:type="dxa"/>
            <w:vMerge/>
          </w:tcPr>
          <w:p w:rsidR="007B097B" w:rsidRPr="00DD6A6B" w:rsidRDefault="007B097B" w:rsidP="00FE51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3" w:type="dxa"/>
          </w:tcPr>
          <w:p w:rsidR="007B097B" w:rsidRPr="00DD6A6B" w:rsidRDefault="007B097B" w:rsidP="00FE51AB">
            <w:pPr>
              <w:rPr>
                <w:sz w:val="22"/>
                <w:szCs w:val="22"/>
              </w:rPr>
            </w:pPr>
            <w:r w:rsidRPr="00DD6A6B">
              <w:rPr>
                <w:sz w:val="22"/>
                <w:szCs w:val="22"/>
              </w:rPr>
              <w:t>средств субсидии, источником финансового обеспечения которой являются собственные средства областного бюджета</w:t>
            </w:r>
          </w:p>
        </w:tc>
        <w:tc>
          <w:tcPr>
            <w:tcW w:w="1812" w:type="dxa"/>
            <w:vAlign w:val="center"/>
          </w:tcPr>
          <w:p w:rsidR="007B097B" w:rsidRPr="00DD6A6B" w:rsidRDefault="007B097B" w:rsidP="002E2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2 273 354,00</w:t>
            </w:r>
          </w:p>
        </w:tc>
        <w:tc>
          <w:tcPr>
            <w:tcW w:w="2126" w:type="dxa"/>
            <w:vAlign w:val="center"/>
          </w:tcPr>
          <w:p w:rsidR="007B097B" w:rsidRPr="00DD6A6B" w:rsidRDefault="007B097B" w:rsidP="007B0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2 273 354,00</w:t>
            </w:r>
          </w:p>
        </w:tc>
        <w:tc>
          <w:tcPr>
            <w:tcW w:w="1701" w:type="dxa"/>
            <w:vAlign w:val="center"/>
          </w:tcPr>
          <w:p w:rsidR="007B097B" w:rsidRPr="00DD6A6B" w:rsidRDefault="007B097B" w:rsidP="002E2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2 140 884,92</w:t>
            </w:r>
          </w:p>
        </w:tc>
        <w:tc>
          <w:tcPr>
            <w:tcW w:w="1418" w:type="dxa"/>
            <w:vAlign w:val="center"/>
          </w:tcPr>
          <w:p w:rsidR="007B097B" w:rsidRPr="00DD6A6B" w:rsidRDefault="007B097B" w:rsidP="002E2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132 469,08</w:t>
            </w:r>
          </w:p>
        </w:tc>
      </w:tr>
      <w:tr w:rsidR="007B097B" w:rsidRPr="00DD6A6B" w:rsidTr="007B097B">
        <w:tc>
          <w:tcPr>
            <w:tcW w:w="507" w:type="dxa"/>
            <w:vMerge/>
          </w:tcPr>
          <w:p w:rsidR="007B097B" w:rsidRPr="00DD6A6B" w:rsidRDefault="007B097B" w:rsidP="00FE51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06" w:type="dxa"/>
            <w:vMerge/>
          </w:tcPr>
          <w:p w:rsidR="007B097B" w:rsidRPr="00DD6A6B" w:rsidRDefault="007B097B" w:rsidP="00FE51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  <w:vMerge/>
          </w:tcPr>
          <w:p w:rsidR="007B097B" w:rsidRPr="00DD6A6B" w:rsidRDefault="007B097B" w:rsidP="00FE51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4" w:type="dxa"/>
            <w:vMerge/>
          </w:tcPr>
          <w:p w:rsidR="007B097B" w:rsidRPr="00DD6A6B" w:rsidRDefault="007B097B" w:rsidP="00FE51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3" w:type="dxa"/>
          </w:tcPr>
          <w:p w:rsidR="007B097B" w:rsidRPr="00DD6A6B" w:rsidRDefault="007B097B" w:rsidP="00F5080C">
            <w:pPr>
              <w:rPr>
                <w:sz w:val="22"/>
                <w:szCs w:val="22"/>
              </w:rPr>
            </w:pPr>
            <w:r w:rsidRPr="00DD6A6B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812" w:type="dxa"/>
            <w:vAlign w:val="center"/>
          </w:tcPr>
          <w:p w:rsidR="007B097B" w:rsidRPr="00DD6A6B" w:rsidRDefault="007B097B" w:rsidP="002E2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211 300,00</w:t>
            </w:r>
          </w:p>
        </w:tc>
        <w:tc>
          <w:tcPr>
            <w:tcW w:w="2126" w:type="dxa"/>
            <w:vAlign w:val="center"/>
          </w:tcPr>
          <w:p w:rsidR="007B097B" w:rsidRPr="00DD6A6B" w:rsidRDefault="007B097B" w:rsidP="007B0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211 300,00</w:t>
            </w:r>
          </w:p>
        </w:tc>
        <w:tc>
          <w:tcPr>
            <w:tcW w:w="1701" w:type="dxa"/>
            <w:vAlign w:val="center"/>
          </w:tcPr>
          <w:p w:rsidR="007B097B" w:rsidRPr="00DD6A6B" w:rsidRDefault="007B097B" w:rsidP="002E2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178 794,59</w:t>
            </w:r>
          </w:p>
        </w:tc>
        <w:tc>
          <w:tcPr>
            <w:tcW w:w="1418" w:type="dxa"/>
            <w:vAlign w:val="center"/>
          </w:tcPr>
          <w:p w:rsidR="007B097B" w:rsidRPr="00DD6A6B" w:rsidRDefault="007B097B" w:rsidP="002E2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32 505,41</w:t>
            </w:r>
          </w:p>
        </w:tc>
      </w:tr>
    </w:tbl>
    <w:p w:rsidR="00147615" w:rsidRPr="00DD6A6B" w:rsidRDefault="00147615" w:rsidP="00147615">
      <w:pPr>
        <w:jc w:val="both"/>
        <w:rPr>
          <w:sz w:val="22"/>
          <w:szCs w:val="22"/>
        </w:rPr>
      </w:pPr>
      <w:r w:rsidRPr="00DD6A6B">
        <w:rPr>
          <w:sz w:val="22"/>
          <w:szCs w:val="22"/>
        </w:rPr>
        <w:t>Глава администрации</w:t>
      </w:r>
    </w:p>
    <w:p w:rsidR="0082580C" w:rsidRPr="00DD6A6B" w:rsidRDefault="00147615" w:rsidP="00147615">
      <w:pPr>
        <w:jc w:val="both"/>
        <w:rPr>
          <w:sz w:val="22"/>
          <w:szCs w:val="22"/>
        </w:rPr>
      </w:pPr>
      <w:r w:rsidRPr="00DD6A6B">
        <w:rPr>
          <w:sz w:val="22"/>
          <w:szCs w:val="22"/>
        </w:rPr>
        <w:t xml:space="preserve">муниципального образования </w:t>
      </w:r>
      <w:r w:rsidRPr="00DD6A6B">
        <w:rPr>
          <w:sz w:val="22"/>
          <w:szCs w:val="22"/>
        </w:rPr>
        <w:tab/>
      </w:r>
    </w:p>
    <w:p w:rsidR="0082580C" w:rsidRPr="00DD6A6B" w:rsidRDefault="0082580C" w:rsidP="00147615">
      <w:pPr>
        <w:jc w:val="both"/>
        <w:rPr>
          <w:sz w:val="22"/>
          <w:szCs w:val="22"/>
        </w:rPr>
      </w:pPr>
      <w:r w:rsidRPr="00DD6A6B">
        <w:rPr>
          <w:sz w:val="22"/>
          <w:szCs w:val="22"/>
        </w:rPr>
        <w:t xml:space="preserve">Большеижорское городское поселение </w:t>
      </w:r>
    </w:p>
    <w:p w:rsidR="0082580C" w:rsidRPr="00DD6A6B" w:rsidRDefault="0082580C" w:rsidP="00147615">
      <w:pPr>
        <w:jc w:val="both"/>
        <w:rPr>
          <w:sz w:val="22"/>
          <w:szCs w:val="22"/>
        </w:rPr>
      </w:pPr>
      <w:r w:rsidRPr="00DD6A6B">
        <w:rPr>
          <w:sz w:val="22"/>
          <w:szCs w:val="22"/>
        </w:rPr>
        <w:t xml:space="preserve">Ломоносовского муниципального района </w:t>
      </w:r>
    </w:p>
    <w:p w:rsidR="00523BC8" w:rsidRPr="00DD6A6B" w:rsidRDefault="0082580C" w:rsidP="00147615">
      <w:pPr>
        <w:jc w:val="both"/>
        <w:rPr>
          <w:sz w:val="22"/>
          <w:szCs w:val="22"/>
        </w:rPr>
      </w:pPr>
      <w:r w:rsidRPr="00DD6A6B">
        <w:rPr>
          <w:sz w:val="22"/>
          <w:szCs w:val="22"/>
        </w:rPr>
        <w:t>Ленинградской области</w:t>
      </w:r>
      <w:r w:rsidR="00147615" w:rsidRPr="00DD6A6B">
        <w:rPr>
          <w:sz w:val="22"/>
          <w:szCs w:val="22"/>
        </w:rPr>
        <w:tab/>
        <w:t xml:space="preserve">   </w:t>
      </w:r>
      <w:r w:rsidRPr="00DD6A6B">
        <w:rPr>
          <w:sz w:val="22"/>
          <w:szCs w:val="22"/>
        </w:rPr>
        <w:tab/>
      </w:r>
      <w:r w:rsidRPr="00DD6A6B">
        <w:rPr>
          <w:sz w:val="22"/>
          <w:szCs w:val="22"/>
        </w:rPr>
        <w:tab/>
      </w:r>
      <w:r w:rsidRPr="00DD6A6B">
        <w:rPr>
          <w:sz w:val="22"/>
          <w:szCs w:val="22"/>
        </w:rPr>
        <w:tab/>
      </w:r>
      <w:r w:rsidR="00523BC8" w:rsidRPr="00DD6A6B">
        <w:rPr>
          <w:sz w:val="22"/>
          <w:szCs w:val="22"/>
        </w:rPr>
        <w:t xml:space="preserve">__________________________                   </w:t>
      </w:r>
      <w:r w:rsidR="00536AD2">
        <w:rPr>
          <w:sz w:val="22"/>
          <w:szCs w:val="22"/>
        </w:rPr>
        <w:t xml:space="preserve">     </w:t>
      </w:r>
      <w:r w:rsidR="00523BC8" w:rsidRPr="00DD6A6B">
        <w:rPr>
          <w:sz w:val="22"/>
          <w:szCs w:val="22"/>
        </w:rPr>
        <w:t>________________________</w:t>
      </w:r>
      <w:r w:rsidRPr="00DD6A6B">
        <w:rPr>
          <w:sz w:val="22"/>
          <w:szCs w:val="22"/>
        </w:rPr>
        <w:t xml:space="preserve"> </w:t>
      </w:r>
      <w:proofErr w:type="spellStart"/>
      <w:r w:rsidRPr="00DD6A6B">
        <w:rPr>
          <w:sz w:val="22"/>
          <w:szCs w:val="22"/>
        </w:rPr>
        <w:t>Г.А.Воронов</w:t>
      </w:r>
      <w:proofErr w:type="spellEnd"/>
    </w:p>
    <w:p w:rsidR="00523BC8" w:rsidRPr="00DD6A6B" w:rsidRDefault="00523BC8" w:rsidP="00523BC8">
      <w:pPr>
        <w:rPr>
          <w:sz w:val="22"/>
          <w:szCs w:val="22"/>
        </w:rPr>
      </w:pPr>
      <w:r w:rsidRPr="00DD6A6B">
        <w:rPr>
          <w:sz w:val="22"/>
          <w:szCs w:val="22"/>
        </w:rPr>
        <w:t xml:space="preserve">                                                                                                               </w:t>
      </w:r>
    </w:p>
    <w:p w:rsidR="005C6532" w:rsidRPr="00DD6A6B" w:rsidRDefault="00536AD2" w:rsidP="005C653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ИО </w:t>
      </w:r>
      <w:r w:rsidR="00523BC8" w:rsidRPr="00DD6A6B">
        <w:rPr>
          <w:sz w:val="22"/>
          <w:szCs w:val="22"/>
        </w:rPr>
        <w:t>Главн</w:t>
      </w:r>
      <w:r>
        <w:rPr>
          <w:sz w:val="22"/>
          <w:szCs w:val="22"/>
        </w:rPr>
        <w:t>ого</w:t>
      </w:r>
      <w:r w:rsidR="00523BC8" w:rsidRPr="00DD6A6B">
        <w:rPr>
          <w:sz w:val="22"/>
          <w:szCs w:val="22"/>
        </w:rPr>
        <w:t xml:space="preserve"> бухгалтер</w:t>
      </w:r>
      <w:r>
        <w:rPr>
          <w:sz w:val="22"/>
          <w:szCs w:val="22"/>
        </w:rPr>
        <w:t>а</w:t>
      </w:r>
      <w:r w:rsidR="00523BC8" w:rsidRPr="00DD6A6B">
        <w:rPr>
          <w:sz w:val="22"/>
          <w:szCs w:val="22"/>
        </w:rPr>
        <w:t xml:space="preserve">         </w:t>
      </w:r>
      <w:r w:rsidR="0067024E" w:rsidRPr="00DD6A6B">
        <w:rPr>
          <w:sz w:val="22"/>
          <w:szCs w:val="22"/>
        </w:rPr>
        <w:t xml:space="preserve">                </w:t>
      </w:r>
      <w:r w:rsidR="0082580C" w:rsidRPr="00DD6A6B">
        <w:rPr>
          <w:sz w:val="22"/>
          <w:szCs w:val="22"/>
        </w:rPr>
        <w:tab/>
      </w:r>
      <w:r w:rsidR="0082580C" w:rsidRPr="00DD6A6B">
        <w:rPr>
          <w:sz w:val="22"/>
          <w:szCs w:val="22"/>
        </w:rPr>
        <w:tab/>
      </w:r>
      <w:r w:rsidR="0067024E" w:rsidRPr="00DD6A6B">
        <w:rPr>
          <w:sz w:val="22"/>
          <w:szCs w:val="22"/>
        </w:rPr>
        <w:t xml:space="preserve">           </w:t>
      </w:r>
      <w:r w:rsidR="00523BC8" w:rsidRPr="00DD6A6B">
        <w:rPr>
          <w:sz w:val="22"/>
          <w:szCs w:val="22"/>
        </w:rPr>
        <w:t xml:space="preserve"> __</w:t>
      </w:r>
      <w:r w:rsidR="005C6532" w:rsidRPr="00DD6A6B">
        <w:rPr>
          <w:sz w:val="22"/>
          <w:szCs w:val="22"/>
        </w:rPr>
        <w:t xml:space="preserve">________________________       </w:t>
      </w:r>
      <w:r w:rsidR="00523BC8" w:rsidRPr="00DD6A6B">
        <w:rPr>
          <w:sz w:val="22"/>
          <w:szCs w:val="22"/>
        </w:rPr>
        <w:t xml:space="preserve">   </w:t>
      </w:r>
      <w:r w:rsidR="005C6532" w:rsidRPr="00DD6A6B">
        <w:rPr>
          <w:sz w:val="22"/>
          <w:szCs w:val="22"/>
        </w:rPr>
        <w:t xml:space="preserve">        ____________________   Ю</w:t>
      </w:r>
      <w:r w:rsidR="0082580C" w:rsidRPr="00DD6A6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proofErr w:type="spellStart"/>
      <w:r w:rsidR="0082580C" w:rsidRPr="00DD6A6B">
        <w:rPr>
          <w:sz w:val="22"/>
          <w:szCs w:val="22"/>
        </w:rPr>
        <w:t>Е.Сефералиева</w:t>
      </w:r>
      <w:proofErr w:type="spellEnd"/>
      <w:r w:rsidR="00523BC8" w:rsidRPr="00DD6A6B">
        <w:rPr>
          <w:sz w:val="22"/>
          <w:szCs w:val="22"/>
        </w:rPr>
        <w:t xml:space="preserve">     </w:t>
      </w:r>
    </w:p>
    <w:p w:rsidR="00147615" w:rsidRPr="002E2BEA" w:rsidRDefault="00147615" w:rsidP="005C6532">
      <w:pPr>
        <w:spacing w:after="200" w:line="276" w:lineRule="auto"/>
        <w:ind w:left="12036" w:firstLine="708"/>
        <w:rPr>
          <w:b/>
          <w:i/>
          <w:sz w:val="22"/>
          <w:szCs w:val="22"/>
        </w:rPr>
      </w:pPr>
      <w:r w:rsidRPr="002E2BEA">
        <w:rPr>
          <w:b/>
          <w:i/>
          <w:sz w:val="22"/>
          <w:szCs w:val="22"/>
        </w:rPr>
        <w:lastRenderedPageBreak/>
        <w:t>Приложение №</w:t>
      </w:r>
      <w:r w:rsidR="00DE1854" w:rsidRPr="002E2BEA">
        <w:rPr>
          <w:b/>
          <w:i/>
          <w:sz w:val="22"/>
          <w:szCs w:val="22"/>
        </w:rPr>
        <w:t>3</w:t>
      </w:r>
    </w:p>
    <w:p w:rsidR="007B097B" w:rsidRPr="002E2BEA" w:rsidRDefault="007B097B" w:rsidP="007B097B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к Соглашению № 16-БД/17</w:t>
      </w:r>
      <w:r w:rsidRPr="002E2BEA">
        <w:rPr>
          <w:i/>
          <w:sz w:val="22"/>
          <w:szCs w:val="22"/>
        </w:rPr>
        <w:t xml:space="preserve"> </w:t>
      </w:r>
    </w:p>
    <w:p w:rsidR="00147615" w:rsidRPr="002E2BEA" w:rsidRDefault="007B097B" w:rsidP="007B097B">
      <w:pPr>
        <w:jc w:val="right"/>
        <w:rPr>
          <w:i/>
          <w:sz w:val="22"/>
          <w:szCs w:val="22"/>
        </w:rPr>
      </w:pPr>
      <w:r w:rsidRPr="002E2BEA">
        <w:rPr>
          <w:i/>
          <w:sz w:val="22"/>
          <w:szCs w:val="22"/>
        </w:rPr>
        <w:t>от «</w:t>
      </w:r>
      <w:r>
        <w:rPr>
          <w:i/>
          <w:sz w:val="22"/>
          <w:szCs w:val="22"/>
        </w:rPr>
        <w:t>20</w:t>
      </w:r>
      <w:r w:rsidRPr="002E2BEA">
        <w:rPr>
          <w:i/>
          <w:sz w:val="22"/>
          <w:szCs w:val="22"/>
        </w:rPr>
        <w:t xml:space="preserve">» </w:t>
      </w:r>
      <w:r>
        <w:rPr>
          <w:i/>
          <w:sz w:val="22"/>
          <w:szCs w:val="22"/>
        </w:rPr>
        <w:t>июля</w:t>
      </w:r>
      <w:r w:rsidRPr="002E2BEA">
        <w:rPr>
          <w:i/>
          <w:sz w:val="22"/>
          <w:szCs w:val="22"/>
        </w:rPr>
        <w:t xml:space="preserve"> 2017 года</w:t>
      </w:r>
    </w:p>
    <w:p w:rsidR="00147615" w:rsidRPr="00DD6A6B" w:rsidRDefault="00147615" w:rsidP="00147615">
      <w:pPr>
        <w:jc w:val="center"/>
        <w:rPr>
          <w:sz w:val="22"/>
          <w:szCs w:val="22"/>
        </w:rPr>
      </w:pPr>
    </w:p>
    <w:p w:rsidR="00147615" w:rsidRPr="00DD6A6B" w:rsidRDefault="00147615" w:rsidP="00147615">
      <w:pPr>
        <w:jc w:val="center"/>
        <w:rPr>
          <w:b/>
          <w:sz w:val="22"/>
          <w:szCs w:val="22"/>
        </w:rPr>
      </w:pPr>
      <w:r w:rsidRPr="00DD6A6B">
        <w:rPr>
          <w:b/>
          <w:sz w:val="22"/>
          <w:szCs w:val="22"/>
        </w:rPr>
        <w:t>ОТЧЕТ</w:t>
      </w:r>
    </w:p>
    <w:p w:rsidR="00147615" w:rsidRPr="00DD6A6B" w:rsidRDefault="00147615" w:rsidP="00147615">
      <w:pPr>
        <w:jc w:val="center"/>
        <w:rPr>
          <w:b/>
          <w:sz w:val="22"/>
          <w:szCs w:val="22"/>
        </w:rPr>
      </w:pPr>
      <w:r w:rsidRPr="00DD6A6B">
        <w:rPr>
          <w:b/>
          <w:sz w:val="22"/>
          <w:szCs w:val="22"/>
        </w:rPr>
        <w:t xml:space="preserve">о достижении </w:t>
      </w:r>
      <w:proofErr w:type="gramStart"/>
      <w:r w:rsidRPr="00DD6A6B">
        <w:rPr>
          <w:b/>
          <w:sz w:val="22"/>
          <w:szCs w:val="22"/>
        </w:rPr>
        <w:t>значений показателей результативности предоставления субсидии</w:t>
      </w:r>
      <w:proofErr w:type="gramEnd"/>
      <w:r w:rsidRPr="00DD6A6B">
        <w:rPr>
          <w:b/>
          <w:sz w:val="22"/>
          <w:szCs w:val="22"/>
        </w:rPr>
        <w:t xml:space="preserve"> </w:t>
      </w:r>
    </w:p>
    <w:p w:rsidR="00147615" w:rsidRPr="00DD6A6B" w:rsidRDefault="00147615" w:rsidP="00147615">
      <w:pPr>
        <w:jc w:val="center"/>
        <w:rPr>
          <w:sz w:val="22"/>
          <w:szCs w:val="22"/>
        </w:rPr>
      </w:pPr>
      <w:r w:rsidRPr="00DD6A6B">
        <w:rPr>
          <w:sz w:val="22"/>
          <w:szCs w:val="22"/>
        </w:rPr>
        <w:t xml:space="preserve">по состоянию на </w:t>
      </w:r>
      <w:r w:rsidR="007B097B">
        <w:rPr>
          <w:sz w:val="22"/>
          <w:szCs w:val="22"/>
        </w:rPr>
        <w:t xml:space="preserve">01 января </w:t>
      </w:r>
      <w:r w:rsidRPr="00DD6A6B">
        <w:rPr>
          <w:sz w:val="22"/>
          <w:szCs w:val="22"/>
        </w:rPr>
        <w:t>2017 г.</w:t>
      </w:r>
    </w:p>
    <w:tbl>
      <w:tblPr>
        <w:tblStyle w:val="ab"/>
        <w:tblW w:w="156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8"/>
        <w:gridCol w:w="1547"/>
        <w:gridCol w:w="1785"/>
        <w:gridCol w:w="1904"/>
        <w:gridCol w:w="2452"/>
        <w:gridCol w:w="1062"/>
        <w:gridCol w:w="691"/>
        <w:gridCol w:w="1320"/>
        <w:gridCol w:w="1337"/>
        <w:gridCol w:w="1531"/>
        <w:gridCol w:w="1547"/>
      </w:tblGrid>
      <w:tr w:rsidR="00147615" w:rsidRPr="00DD6A6B" w:rsidTr="00D31A13">
        <w:trPr>
          <w:cantSplit/>
          <w:trHeight w:val="1054"/>
        </w:trPr>
        <w:tc>
          <w:tcPr>
            <w:tcW w:w="438" w:type="dxa"/>
            <w:vMerge w:val="restart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1547" w:type="dxa"/>
            <w:vMerge w:val="restart"/>
            <w:vAlign w:val="center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Направление расходов</w:t>
            </w:r>
          </w:p>
        </w:tc>
        <w:tc>
          <w:tcPr>
            <w:tcW w:w="1785" w:type="dxa"/>
            <w:vMerge w:val="restart"/>
            <w:vAlign w:val="center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904" w:type="dxa"/>
            <w:vMerge w:val="restart"/>
            <w:vAlign w:val="center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452" w:type="dxa"/>
            <w:vMerge w:val="restart"/>
            <w:vAlign w:val="center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КБК</w:t>
            </w:r>
          </w:p>
        </w:tc>
        <w:tc>
          <w:tcPr>
            <w:tcW w:w="1753" w:type="dxa"/>
            <w:gridSpan w:val="2"/>
            <w:vAlign w:val="center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Единица измерения по ОКЕИ</w:t>
            </w:r>
          </w:p>
        </w:tc>
        <w:tc>
          <w:tcPr>
            <w:tcW w:w="1320" w:type="dxa"/>
            <w:vMerge w:val="restart"/>
            <w:vAlign w:val="center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Год, на который запланировано достижение показателя</w:t>
            </w:r>
          </w:p>
        </w:tc>
        <w:tc>
          <w:tcPr>
            <w:tcW w:w="1337" w:type="dxa"/>
            <w:vMerge w:val="restart"/>
            <w:vAlign w:val="center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Плановое значение показателя</w:t>
            </w:r>
          </w:p>
        </w:tc>
        <w:tc>
          <w:tcPr>
            <w:tcW w:w="1531" w:type="dxa"/>
            <w:vMerge w:val="restart"/>
            <w:vAlign w:val="center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Фактическое значение показателя по состоянию на отчетную дату</w:t>
            </w:r>
          </w:p>
        </w:tc>
        <w:tc>
          <w:tcPr>
            <w:tcW w:w="1547" w:type="dxa"/>
            <w:vMerge w:val="restart"/>
            <w:vAlign w:val="center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Причина отклонения</w:t>
            </w:r>
          </w:p>
        </w:tc>
      </w:tr>
      <w:tr w:rsidR="00147615" w:rsidRPr="00DD6A6B" w:rsidTr="00D31A13">
        <w:trPr>
          <w:cantSplit/>
          <w:trHeight w:val="667"/>
        </w:trPr>
        <w:tc>
          <w:tcPr>
            <w:tcW w:w="438" w:type="dxa"/>
            <w:vMerge/>
            <w:textDirection w:val="btLr"/>
          </w:tcPr>
          <w:p w:rsidR="00147615" w:rsidRPr="00D31A13" w:rsidRDefault="00147615" w:rsidP="002E2BE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47" w:type="dxa"/>
            <w:vMerge/>
            <w:textDirection w:val="btLr"/>
            <w:vAlign w:val="center"/>
          </w:tcPr>
          <w:p w:rsidR="00147615" w:rsidRPr="00D31A13" w:rsidRDefault="00147615" w:rsidP="002E2BE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85" w:type="dxa"/>
            <w:vMerge/>
            <w:textDirection w:val="btLr"/>
            <w:vAlign w:val="center"/>
          </w:tcPr>
          <w:p w:rsidR="00147615" w:rsidRPr="00D31A13" w:rsidRDefault="00147615" w:rsidP="002E2BE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04" w:type="dxa"/>
            <w:vMerge/>
            <w:textDirection w:val="btLr"/>
            <w:vAlign w:val="center"/>
          </w:tcPr>
          <w:p w:rsidR="00147615" w:rsidRPr="00D31A13" w:rsidRDefault="00147615" w:rsidP="002E2BE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52" w:type="dxa"/>
            <w:vMerge/>
            <w:textDirection w:val="btLr"/>
            <w:vAlign w:val="center"/>
          </w:tcPr>
          <w:p w:rsidR="00147615" w:rsidRPr="00D31A13" w:rsidRDefault="00147615" w:rsidP="002E2BE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2" w:type="dxa"/>
            <w:vAlign w:val="center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91" w:type="dxa"/>
            <w:vAlign w:val="center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код</w:t>
            </w:r>
          </w:p>
        </w:tc>
        <w:tc>
          <w:tcPr>
            <w:tcW w:w="1320" w:type="dxa"/>
            <w:vMerge/>
            <w:textDirection w:val="btLr"/>
            <w:vAlign w:val="center"/>
          </w:tcPr>
          <w:p w:rsidR="00147615" w:rsidRPr="00D31A13" w:rsidRDefault="00147615" w:rsidP="002E2BE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37" w:type="dxa"/>
            <w:vMerge/>
            <w:textDirection w:val="btLr"/>
            <w:vAlign w:val="center"/>
          </w:tcPr>
          <w:p w:rsidR="00147615" w:rsidRPr="00D31A13" w:rsidRDefault="00147615" w:rsidP="002E2BE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31" w:type="dxa"/>
            <w:vMerge/>
            <w:textDirection w:val="btLr"/>
            <w:vAlign w:val="center"/>
          </w:tcPr>
          <w:p w:rsidR="00147615" w:rsidRPr="00D31A13" w:rsidRDefault="00147615" w:rsidP="002E2BE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47" w:type="dxa"/>
            <w:vMerge/>
            <w:textDirection w:val="btLr"/>
            <w:vAlign w:val="center"/>
          </w:tcPr>
          <w:p w:rsidR="00147615" w:rsidRPr="00D31A13" w:rsidRDefault="00147615" w:rsidP="002E2BE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</w:tr>
      <w:tr w:rsidR="00147615" w:rsidRPr="00DD6A6B" w:rsidTr="00D31A13">
        <w:tc>
          <w:tcPr>
            <w:tcW w:w="438" w:type="dxa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547" w:type="dxa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785" w:type="dxa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904" w:type="dxa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452" w:type="dxa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62" w:type="dxa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91" w:type="dxa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320" w:type="dxa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337" w:type="dxa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531" w:type="dxa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47" w:type="dxa"/>
          </w:tcPr>
          <w:p w:rsidR="00147615" w:rsidRPr="00D31A13" w:rsidRDefault="00147615" w:rsidP="002E2BEA">
            <w:pPr>
              <w:jc w:val="center"/>
              <w:rPr>
                <w:b/>
                <w:sz w:val="18"/>
                <w:szCs w:val="18"/>
              </w:rPr>
            </w:pPr>
            <w:r w:rsidRPr="00D31A13">
              <w:rPr>
                <w:b/>
                <w:sz w:val="18"/>
                <w:szCs w:val="18"/>
              </w:rPr>
              <w:t>11</w:t>
            </w:r>
          </w:p>
        </w:tc>
      </w:tr>
      <w:tr w:rsidR="00D31A13" w:rsidRPr="00DD6A6B" w:rsidTr="00D31A13">
        <w:tc>
          <w:tcPr>
            <w:tcW w:w="438" w:type="dxa"/>
            <w:vMerge w:val="restart"/>
            <w:vAlign w:val="center"/>
          </w:tcPr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vMerge w:val="restart"/>
            <w:vAlign w:val="center"/>
          </w:tcPr>
          <w:p w:rsidR="00D31A13" w:rsidRPr="00D31A13" w:rsidRDefault="00D31A13" w:rsidP="00D31A1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1A13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</w:p>
          <w:p w:rsidR="00D31A13" w:rsidRPr="00D31A13" w:rsidRDefault="00D31A13" w:rsidP="00D31A1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1A13">
              <w:rPr>
                <w:sz w:val="18"/>
                <w:szCs w:val="18"/>
              </w:rPr>
              <w:t>в рамках муниципальной программы</w:t>
            </w:r>
          </w:p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  <w:r w:rsidRPr="00D31A13">
              <w:rPr>
                <w:sz w:val="18"/>
                <w:szCs w:val="18"/>
              </w:rPr>
              <w:t>формирования комфортной городской среды</w:t>
            </w:r>
          </w:p>
        </w:tc>
        <w:tc>
          <w:tcPr>
            <w:tcW w:w="1785" w:type="dxa"/>
            <w:vMerge w:val="restart"/>
            <w:vAlign w:val="center"/>
          </w:tcPr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  <w:r w:rsidRPr="00D31A13">
              <w:rPr>
                <w:sz w:val="18"/>
                <w:szCs w:val="18"/>
              </w:rPr>
              <w:t>Выполнение работ по благоустройству дворовых территорий, в соответствии с заявкой.</w:t>
            </w:r>
          </w:p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  <w:r w:rsidRPr="00D31A13">
              <w:rPr>
                <w:sz w:val="18"/>
                <w:szCs w:val="18"/>
              </w:rPr>
              <w:t xml:space="preserve">Дворовыми территории ул. Приморское шоссе дом 7 и  ул. Приморское </w:t>
            </w:r>
            <w:proofErr w:type="spellStart"/>
            <w:r w:rsidRPr="00D31A13">
              <w:rPr>
                <w:sz w:val="18"/>
                <w:szCs w:val="18"/>
              </w:rPr>
              <w:t>щоссе</w:t>
            </w:r>
            <w:proofErr w:type="spellEnd"/>
            <w:r w:rsidRPr="00D31A13">
              <w:rPr>
                <w:sz w:val="18"/>
                <w:szCs w:val="18"/>
              </w:rPr>
              <w:t xml:space="preserve"> дом 11</w:t>
            </w:r>
          </w:p>
        </w:tc>
        <w:tc>
          <w:tcPr>
            <w:tcW w:w="1904" w:type="dxa"/>
            <w:vAlign w:val="center"/>
          </w:tcPr>
          <w:p w:rsidR="00D31A13" w:rsidRPr="00D31A13" w:rsidRDefault="00D31A13" w:rsidP="00D31A13">
            <w:pPr>
              <w:rPr>
                <w:sz w:val="18"/>
                <w:szCs w:val="18"/>
              </w:rPr>
            </w:pPr>
            <w:r w:rsidRPr="00D31A13">
              <w:rPr>
                <w:sz w:val="18"/>
                <w:szCs w:val="18"/>
              </w:rPr>
              <w:t>Итого по мероприятию, в том числе:</w:t>
            </w:r>
          </w:p>
        </w:tc>
        <w:tc>
          <w:tcPr>
            <w:tcW w:w="2452" w:type="dxa"/>
            <w:vAlign w:val="center"/>
          </w:tcPr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2" w:type="dxa"/>
            <w:vMerge w:val="restart"/>
            <w:vAlign w:val="center"/>
          </w:tcPr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  <w:r w:rsidRPr="00D31A13">
              <w:rPr>
                <w:sz w:val="18"/>
                <w:szCs w:val="18"/>
              </w:rPr>
              <w:t>ру</w:t>
            </w:r>
            <w:bookmarkStart w:id="0" w:name="_GoBack"/>
            <w:bookmarkEnd w:id="0"/>
            <w:r w:rsidRPr="00D31A13">
              <w:rPr>
                <w:sz w:val="18"/>
                <w:szCs w:val="18"/>
              </w:rPr>
              <w:t>б.</w:t>
            </w:r>
          </w:p>
        </w:tc>
        <w:tc>
          <w:tcPr>
            <w:tcW w:w="691" w:type="dxa"/>
            <w:vMerge w:val="restart"/>
            <w:vAlign w:val="center"/>
          </w:tcPr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  <w:r w:rsidRPr="00D31A13">
              <w:rPr>
                <w:sz w:val="18"/>
                <w:szCs w:val="18"/>
              </w:rPr>
              <w:t>2017 год</w:t>
            </w:r>
          </w:p>
        </w:tc>
        <w:tc>
          <w:tcPr>
            <w:tcW w:w="1337" w:type="dxa"/>
            <w:vAlign w:val="center"/>
          </w:tcPr>
          <w:p w:rsidR="00D31A13" w:rsidRPr="00D31A13" w:rsidRDefault="00D31A13" w:rsidP="00F46A43">
            <w:pPr>
              <w:jc w:val="center"/>
              <w:rPr>
                <w:sz w:val="18"/>
                <w:szCs w:val="18"/>
              </w:rPr>
            </w:pPr>
            <w:r w:rsidRPr="00D31A13">
              <w:rPr>
                <w:sz w:val="18"/>
                <w:szCs w:val="18"/>
              </w:rPr>
              <w:t>7 544 700,00</w:t>
            </w:r>
          </w:p>
        </w:tc>
        <w:tc>
          <w:tcPr>
            <w:tcW w:w="1531" w:type="dxa"/>
            <w:vAlign w:val="center"/>
          </w:tcPr>
          <w:p w:rsidR="00D31A13" w:rsidRPr="00D31A13" w:rsidRDefault="00D31A13" w:rsidP="00F46A43">
            <w:pPr>
              <w:jc w:val="center"/>
              <w:rPr>
                <w:sz w:val="18"/>
                <w:szCs w:val="18"/>
              </w:rPr>
            </w:pPr>
            <w:r w:rsidRPr="00D31A13">
              <w:rPr>
                <w:sz w:val="18"/>
                <w:szCs w:val="18"/>
              </w:rPr>
              <w:t>6 601 581,86</w:t>
            </w:r>
          </w:p>
        </w:tc>
        <w:tc>
          <w:tcPr>
            <w:tcW w:w="1547" w:type="dxa"/>
            <w:vMerge w:val="restart"/>
            <w:vAlign w:val="center"/>
          </w:tcPr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  <w:r w:rsidRPr="00D31A13">
              <w:rPr>
                <w:sz w:val="18"/>
                <w:szCs w:val="18"/>
              </w:rPr>
              <w:t>при проверке технадзором были выявлены нарушения строительства</w:t>
            </w:r>
          </w:p>
        </w:tc>
      </w:tr>
      <w:tr w:rsidR="00D31A13" w:rsidRPr="00DD6A6B" w:rsidTr="00D31A13">
        <w:tc>
          <w:tcPr>
            <w:tcW w:w="438" w:type="dxa"/>
            <w:vMerge/>
            <w:vAlign w:val="center"/>
          </w:tcPr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vAlign w:val="center"/>
          </w:tcPr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5" w:type="dxa"/>
            <w:vMerge/>
            <w:vAlign w:val="center"/>
          </w:tcPr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D31A13" w:rsidRPr="00D31A13" w:rsidRDefault="00D31A13" w:rsidP="00D31A13">
            <w:pPr>
              <w:rPr>
                <w:sz w:val="18"/>
                <w:szCs w:val="18"/>
              </w:rPr>
            </w:pPr>
            <w:r w:rsidRPr="00D31A13">
              <w:rPr>
                <w:sz w:val="18"/>
                <w:szCs w:val="18"/>
              </w:rPr>
              <w:t>размер средств субсидии, источником финансового обеспечения которой являются средства  федерального бюджета</w:t>
            </w:r>
          </w:p>
        </w:tc>
        <w:tc>
          <w:tcPr>
            <w:tcW w:w="2452" w:type="dxa"/>
            <w:vAlign w:val="center"/>
          </w:tcPr>
          <w:p w:rsidR="00D31A13" w:rsidRPr="00D31A13" w:rsidRDefault="00D31A13" w:rsidP="00D31A1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914 0503 10001</w:t>
            </w:r>
            <w:r>
              <w:rPr>
                <w:sz w:val="18"/>
                <w:szCs w:val="18"/>
                <w:lang w:val="en-US"/>
              </w:rPr>
              <w:t>R555F 244</w:t>
            </w:r>
          </w:p>
        </w:tc>
        <w:tc>
          <w:tcPr>
            <w:tcW w:w="1062" w:type="dxa"/>
            <w:vMerge/>
            <w:vAlign w:val="center"/>
          </w:tcPr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1" w:type="dxa"/>
            <w:vMerge/>
            <w:vAlign w:val="center"/>
          </w:tcPr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:rsidR="00D31A13" w:rsidRPr="00D31A13" w:rsidRDefault="00D31A13" w:rsidP="00F46A43">
            <w:pPr>
              <w:jc w:val="center"/>
              <w:rPr>
                <w:sz w:val="18"/>
                <w:szCs w:val="18"/>
              </w:rPr>
            </w:pPr>
            <w:r w:rsidRPr="00D31A13">
              <w:rPr>
                <w:sz w:val="18"/>
                <w:szCs w:val="18"/>
              </w:rPr>
              <w:t>5 060 046,00</w:t>
            </w:r>
          </w:p>
        </w:tc>
        <w:tc>
          <w:tcPr>
            <w:tcW w:w="1531" w:type="dxa"/>
            <w:vAlign w:val="center"/>
          </w:tcPr>
          <w:p w:rsidR="00D31A13" w:rsidRPr="00D31A13" w:rsidRDefault="00D31A13" w:rsidP="00F46A43">
            <w:pPr>
              <w:jc w:val="center"/>
              <w:rPr>
                <w:sz w:val="18"/>
                <w:szCs w:val="18"/>
              </w:rPr>
            </w:pPr>
            <w:r w:rsidRPr="00D31A13">
              <w:rPr>
                <w:sz w:val="18"/>
                <w:szCs w:val="18"/>
              </w:rPr>
              <w:t>4 281 902,35</w:t>
            </w:r>
          </w:p>
        </w:tc>
        <w:tc>
          <w:tcPr>
            <w:tcW w:w="1547" w:type="dxa"/>
            <w:vMerge/>
            <w:vAlign w:val="center"/>
          </w:tcPr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</w:p>
        </w:tc>
      </w:tr>
      <w:tr w:rsidR="00D31A13" w:rsidRPr="00DD6A6B" w:rsidTr="00D31A13">
        <w:tc>
          <w:tcPr>
            <w:tcW w:w="438" w:type="dxa"/>
            <w:vMerge/>
            <w:vAlign w:val="center"/>
          </w:tcPr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vAlign w:val="center"/>
          </w:tcPr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5" w:type="dxa"/>
            <w:vMerge/>
            <w:vAlign w:val="center"/>
          </w:tcPr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D31A13" w:rsidRPr="00D31A13" w:rsidRDefault="00D31A13" w:rsidP="00D31A13">
            <w:pPr>
              <w:rPr>
                <w:sz w:val="18"/>
                <w:szCs w:val="18"/>
              </w:rPr>
            </w:pPr>
            <w:r w:rsidRPr="00D31A13">
              <w:rPr>
                <w:sz w:val="18"/>
                <w:szCs w:val="18"/>
              </w:rPr>
              <w:t>средств субсидии, источником финансового обеспечения которой являются собственные средства областного бюджета</w:t>
            </w:r>
          </w:p>
        </w:tc>
        <w:tc>
          <w:tcPr>
            <w:tcW w:w="2452" w:type="dxa"/>
            <w:vAlign w:val="center"/>
          </w:tcPr>
          <w:p w:rsidR="00D31A13" w:rsidRDefault="00D31A13" w:rsidP="00D31A13">
            <w:pPr>
              <w:jc w:val="center"/>
            </w:pPr>
            <w:r w:rsidRPr="00AE74CC">
              <w:rPr>
                <w:sz w:val="18"/>
                <w:szCs w:val="18"/>
              </w:rPr>
              <w:t>914 0503 10001</w:t>
            </w:r>
            <w:r w:rsidRPr="00AE74CC">
              <w:rPr>
                <w:sz w:val="18"/>
                <w:szCs w:val="18"/>
                <w:lang w:val="en-US"/>
              </w:rPr>
              <w:t>R555F 244</w:t>
            </w:r>
          </w:p>
        </w:tc>
        <w:tc>
          <w:tcPr>
            <w:tcW w:w="1062" w:type="dxa"/>
            <w:vMerge/>
            <w:vAlign w:val="center"/>
          </w:tcPr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1" w:type="dxa"/>
            <w:vMerge/>
            <w:vAlign w:val="center"/>
          </w:tcPr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:rsidR="00D31A13" w:rsidRPr="00D31A13" w:rsidRDefault="00D31A13" w:rsidP="00F46A43">
            <w:pPr>
              <w:jc w:val="center"/>
              <w:rPr>
                <w:sz w:val="18"/>
                <w:szCs w:val="18"/>
              </w:rPr>
            </w:pPr>
            <w:r w:rsidRPr="00D31A13">
              <w:rPr>
                <w:sz w:val="18"/>
                <w:szCs w:val="18"/>
              </w:rPr>
              <w:t>2 273 354,00</w:t>
            </w:r>
          </w:p>
        </w:tc>
        <w:tc>
          <w:tcPr>
            <w:tcW w:w="1531" w:type="dxa"/>
            <w:vAlign w:val="center"/>
          </w:tcPr>
          <w:p w:rsidR="00D31A13" w:rsidRPr="00D31A13" w:rsidRDefault="00D31A13" w:rsidP="00F46A43">
            <w:pPr>
              <w:jc w:val="center"/>
              <w:rPr>
                <w:sz w:val="18"/>
                <w:szCs w:val="18"/>
              </w:rPr>
            </w:pPr>
            <w:r w:rsidRPr="00D31A13">
              <w:rPr>
                <w:sz w:val="18"/>
                <w:szCs w:val="18"/>
              </w:rPr>
              <w:t>2 140 884,92</w:t>
            </w:r>
          </w:p>
        </w:tc>
        <w:tc>
          <w:tcPr>
            <w:tcW w:w="1547" w:type="dxa"/>
            <w:vMerge/>
            <w:vAlign w:val="center"/>
          </w:tcPr>
          <w:p w:rsidR="00D31A13" w:rsidRPr="00D31A13" w:rsidRDefault="00D31A13" w:rsidP="00D31A13">
            <w:pPr>
              <w:jc w:val="center"/>
              <w:rPr>
                <w:sz w:val="18"/>
                <w:szCs w:val="18"/>
              </w:rPr>
            </w:pPr>
          </w:p>
        </w:tc>
      </w:tr>
      <w:tr w:rsidR="00D31A13" w:rsidRPr="00DD6A6B" w:rsidTr="0005090D">
        <w:tc>
          <w:tcPr>
            <w:tcW w:w="438" w:type="dxa"/>
            <w:vMerge/>
          </w:tcPr>
          <w:p w:rsidR="00D31A13" w:rsidRPr="00D31A13" w:rsidRDefault="00D31A13" w:rsidP="002E2B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</w:tcPr>
          <w:p w:rsidR="00D31A13" w:rsidRPr="00D31A13" w:rsidRDefault="00D31A13" w:rsidP="007B09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5" w:type="dxa"/>
            <w:vMerge/>
          </w:tcPr>
          <w:p w:rsidR="00D31A13" w:rsidRPr="00D31A13" w:rsidRDefault="00D31A13" w:rsidP="007B09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4" w:type="dxa"/>
          </w:tcPr>
          <w:p w:rsidR="00D31A13" w:rsidRPr="00D31A13" w:rsidRDefault="00D31A13" w:rsidP="007B097B">
            <w:pPr>
              <w:rPr>
                <w:sz w:val="18"/>
                <w:szCs w:val="18"/>
              </w:rPr>
            </w:pPr>
            <w:r w:rsidRPr="00D31A13"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2452" w:type="dxa"/>
            <w:vAlign w:val="center"/>
          </w:tcPr>
          <w:p w:rsidR="00D31A13" w:rsidRDefault="00D31A13" w:rsidP="00D31A13">
            <w:pPr>
              <w:jc w:val="center"/>
            </w:pPr>
            <w:r w:rsidRPr="00AE74CC">
              <w:rPr>
                <w:sz w:val="18"/>
                <w:szCs w:val="18"/>
              </w:rPr>
              <w:t>914 0503 10001</w:t>
            </w:r>
            <w:r>
              <w:rPr>
                <w:sz w:val="18"/>
                <w:szCs w:val="18"/>
                <w:lang w:val="en-US"/>
              </w:rPr>
              <w:t>L</w:t>
            </w:r>
            <w:r w:rsidRPr="00AE74CC">
              <w:rPr>
                <w:sz w:val="18"/>
                <w:szCs w:val="18"/>
                <w:lang w:val="en-US"/>
              </w:rPr>
              <w:t>555F 244</w:t>
            </w:r>
          </w:p>
        </w:tc>
        <w:tc>
          <w:tcPr>
            <w:tcW w:w="1062" w:type="dxa"/>
            <w:vMerge/>
          </w:tcPr>
          <w:p w:rsidR="00D31A13" w:rsidRPr="00D31A13" w:rsidRDefault="00D31A13" w:rsidP="002E2B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1" w:type="dxa"/>
            <w:vMerge/>
          </w:tcPr>
          <w:p w:rsidR="00D31A13" w:rsidRPr="00D31A13" w:rsidRDefault="00D31A13" w:rsidP="002E2B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D31A13" w:rsidRPr="00D31A13" w:rsidRDefault="00D31A13" w:rsidP="002E2B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:rsidR="00D31A13" w:rsidRPr="00D31A13" w:rsidRDefault="00D31A13" w:rsidP="00F46A43">
            <w:pPr>
              <w:jc w:val="center"/>
              <w:rPr>
                <w:sz w:val="18"/>
                <w:szCs w:val="18"/>
              </w:rPr>
            </w:pPr>
            <w:r w:rsidRPr="00D31A13">
              <w:rPr>
                <w:sz w:val="18"/>
                <w:szCs w:val="18"/>
              </w:rPr>
              <w:t>211 300,00</w:t>
            </w:r>
          </w:p>
        </w:tc>
        <w:tc>
          <w:tcPr>
            <w:tcW w:w="1531" w:type="dxa"/>
            <w:vAlign w:val="center"/>
          </w:tcPr>
          <w:p w:rsidR="00D31A13" w:rsidRPr="00D31A13" w:rsidRDefault="00D31A13" w:rsidP="00F46A43">
            <w:pPr>
              <w:jc w:val="center"/>
              <w:rPr>
                <w:sz w:val="18"/>
                <w:szCs w:val="18"/>
              </w:rPr>
            </w:pPr>
            <w:r w:rsidRPr="00D31A13">
              <w:rPr>
                <w:sz w:val="18"/>
                <w:szCs w:val="18"/>
              </w:rPr>
              <w:t>178 794,59</w:t>
            </w:r>
          </w:p>
        </w:tc>
        <w:tc>
          <w:tcPr>
            <w:tcW w:w="1547" w:type="dxa"/>
            <w:vMerge/>
          </w:tcPr>
          <w:p w:rsidR="00D31A13" w:rsidRPr="00DD6A6B" w:rsidRDefault="00D31A13" w:rsidP="002E2BEA">
            <w:pPr>
              <w:jc w:val="center"/>
              <w:rPr>
                <w:sz w:val="22"/>
                <w:szCs w:val="22"/>
              </w:rPr>
            </w:pPr>
          </w:p>
        </w:tc>
      </w:tr>
    </w:tbl>
    <w:p w:rsidR="005C6532" w:rsidRPr="00DD6A6B" w:rsidRDefault="005C6532" w:rsidP="005C6532">
      <w:pPr>
        <w:jc w:val="both"/>
        <w:rPr>
          <w:sz w:val="22"/>
          <w:szCs w:val="22"/>
        </w:rPr>
      </w:pPr>
      <w:r w:rsidRPr="00DD6A6B">
        <w:rPr>
          <w:sz w:val="22"/>
          <w:szCs w:val="22"/>
        </w:rPr>
        <w:t>Глава администрации</w:t>
      </w:r>
    </w:p>
    <w:p w:rsidR="005C6532" w:rsidRPr="00DD6A6B" w:rsidRDefault="005C6532" w:rsidP="005C6532">
      <w:pPr>
        <w:jc w:val="both"/>
        <w:rPr>
          <w:sz w:val="22"/>
          <w:szCs w:val="22"/>
        </w:rPr>
      </w:pPr>
      <w:r w:rsidRPr="00DD6A6B">
        <w:rPr>
          <w:sz w:val="22"/>
          <w:szCs w:val="22"/>
        </w:rPr>
        <w:t xml:space="preserve">муниципального образования </w:t>
      </w:r>
      <w:r w:rsidRPr="00DD6A6B">
        <w:rPr>
          <w:sz w:val="22"/>
          <w:szCs w:val="22"/>
        </w:rPr>
        <w:tab/>
      </w:r>
    </w:p>
    <w:p w:rsidR="005C6532" w:rsidRPr="00DD6A6B" w:rsidRDefault="005C6532" w:rsidP="005C6532">
      <w:pPr>
        <w:jc w:val="both"/>
        <w:rPr>
          <w:sz w:val="22"/>
          <w:szCs w:val="22"/>
        </w:rPr>
      </w:pPr>
      <w:r w:rsidRPr="00DD6A6B">
        <w:rPr>
          <w:sz w:val="22"/>
          <w:szCs w:val="22"/>
        </w:rPr>
        <w:t xml:space="preserve">Большеижорское городское поселение </w:t>
      </w:r>
    </w:p>
    <w:p w:rsidR="005C6532" w:rsidRPr="00DD6A6B" w:rsidRDefault="005C6532" w:rsidP="005C6532">
      <w:pPr>
        <w:jc w:val="both"/>
        <w:rPr>
          <w:sz w:val="22"/>
          <w:szCs w:val="22"/>
        </w:rPr>
      </w:pPr>
      <w:r w:rsidRPr="00DD6A6B">
        <w:rPr>
          <w:sz w:val="22"/>
          <w:szCs w:val="22"/>
        </w:rPr>
        <w:t xml:space="preserve">Ломоносовского муниципального района </w:t>
      </w:r>
    </w:p>
    <w:p w:rsidR="005C6532" w:rsidRPr="00DD6A6B" w:rsidRDefault="005C6532" w:rsidP="005C6532">
      <w:pPr>
        <w:jc w:val="both"/>
        <w:rPr>
          <w:sz w:val="22"/>
          <w:szCs w:val="22"/>
        </w:rPr>
      </w:pPr>
      <w:r w:rsidRPr="00DD6A6B">
        <w:rPr>
          <w:sz w:val="22"/>
          <w:szCs w:val="22"/>
        </w:rPr>
        <w:t>Ленинградской области</w:t>
      </w:r>
      <w:r w:rsidRPr="00DD6A6B">
        <w:rPr>
          <w:sz w:val="22"/>
          <w:szCs w:val="22"/>
        </w:rPr>
        <w:tab/>
        <w:t xml:space="preserve">   </w:t>
      </w:r>
      <w:r w:rsidRPr="00DD6A6B">
        <w:rPr>
          <w:sz w:val="22"/>
          <w:szCs w:val="22"/>
        </w:rPr>
        <w:tab/>
      </w:r>
      <w:r w:rsidRPr="00DD6A6B">
        <w:rPr>
          <w:sz w:val="22"/>
          <w:szCs w:val="22"/>
        </w:rPr>
        <w:tab/>
      </w:r>
      <w:r w:rsidRPr="00DD6A6B">
        <w:rPr>
          <w:sz w:val="22"/>
          <w:szCs w:val="22"/>
        </w:rPr>
        <w:tab/>
      </w:r>
      <w:r w:rsidR="00536AD2">
        <w:rPr>
          <w:sz w:val="22"/>
          <w:szCs w:val="22"/>
        </w:rPr>
        <w:t xml:space="preserve">       </w:t>
      </w:r>
      <w:r w:rsidRPr="00DD6A6B">
        <w:rPr>
          <w:sz w:val="22"/>
          <w:szCs w:val="22"/>
        </w:rPr>
        <w:t xml:space="preserve">__________________________                   ________________________ </w:t>
      </w:r>
      <w:proofErr w:type="spellStart"/>
      <w:r w:rsidRPr="00DD6A6B">
        <w:rPr>
          <w:sz w:val="22"/>
          <w:szCs w:val="22"/>
        </w:rPr>
        <w:t>Г.А.Воронов</w:t>
      </w:r>
      <w:proofErr w:type="spellEnd"/>
    </w:p>
    <w:p w:rsidR="005C6532" w:rsidRPr="00DD6A6B" w:rsidRDefault="005C6532" w:rsidP="005C6532">
      <w:pPr>
        <w:rPr>
          <w:sz w:val="22"/>
          <w:szCs w:val="22"/>
        </w:rPr>
      </w:pPr>
      <w:r w:rsidRPr="00DD6A6B">
        <w:rPr>
          <w:sz w:val="22"/>
          <w:szCs w:val="22"/>
        </w:rPr>
        <w:t xml:space="preserve">                                                                                                 </w:t>
      </w:r>
      <w:r w:rsidR="002E2BEA">
        <w:rPr>
          <w:sz w:val="22"/>
          <w:szCs w:val="22"/>
        </w:rPr>
        <w:t xml:space="preserve">    </w:t>
      </w:r>
      <w:r w:rsidRPr="00DD6A6B">
        <w:rPr>
          <w:sz w:val="22"/>
          <w:szCs w:val="22"/>
        </w:rPr>
        <w:t xml:space="preserve">              </w:t>
      </w:r>
    </w:p>
    <w:p w:rsidR="005C6532" w:rsidRPr="00D31A13" w:rsidRDefault="00536AD2" w:rsidP="005C6532">
      <w:pPr>
        <w:jc w:val="both"/>
        <w:rPr>
          <w:sz w:val="22"/>
          <w:szCs w:val="22"/>
        </w:rPr>
      </w:pPr>
      <w:r>
        <w:rPr>
          <w:sz w:val="22"/>
          <w:szCs w:val="22"/>
        </w:rPr>
        <w:t>ИО г</w:t>
      </w:r>
      <w:r w:rsidR="005C6532" w:rsidRPr="00DD6A6B">
        <w:rPr>
          <w:sz w:val="22"/>
          <w:szCs w:val="22"/>
        </w:rPr>
        <w:t>лавн</w:t>
      </w:r>
      <w:r>
        <w:rPr>
          <w:sz w:val="22"/>
          <w:szCs w:val="22"/>
        </w:rPr>
        <w:t>ого</w:t>
      </w:r>
      <w:r w:rsidR="005C6532" w:rsidRPr="00DD6A6B">
        <w:rPr>
          <w:sz w:val="22"/>
          <w:szCs w:val="22"/>
        </w:rPr>
        <w:t xml:space="preserve"> бухгалтер</w:t>
      </w:r>
      <w:r>
        <w:rPr>
          <w:sz w:val="22"/>
          <w:szCs w:val="22"/>
        </w:rPr>
        <w:t>а</w:t>
      </w:r>
      <w:r w:rsidR="005C6532" w:rsidRPr="00DD6A6B">
        <w:rPr>
          <w:sz w:val="22"/>
          <w:szCs w:val="22"/>
        </w:rPr>
        <w:t xml:space="preserve">                         </w:t>
      </w:r>
      <w:r w:rsidR="005C6532" w:rsidRPr="00DD6A6B">
        <w:rPr>
          <w:sz w:val="22"/>
          <w:szCs w:val="22"/>
        </w:rPr>
        <w:tab/>
      </w:r>
      <w:r w:rsidR="005C6532" w:rsidRPr="00DD6A6B">
        <w:rPr>
          <w:sz w:val="22"/>
          <w:szCs w:val="22"/>
        </w:rPr>
        <w:tab/>
        <w:t xml:space="preserve">            __________________________                  ____________________   </w:t>
      </w:r>
      <w:proofErr w:type="spellStart"/>
      <w:r w:rsidR="005C6532" w:rsidRPr="00DD6A6B">
        <w:rPr>
          <w:sz w:val="22"/>
          <w:szCs w:val="22"/>
        </w:rPr>
        <w:t>Ю.Е.Сефералиева</w:t>
      </w:r>
      <w:proofErr w:type="spellEnd"/>
      <w:r w:rsidR="005C6532" w:rsidRPr="00DD6A6B">
        <w:rPr>
          <w:sz w:val="22"/>
          <w:szCs w:val="22"/>
        </w:rPr>
        <w:t xml:space="preserve">     </w:t>
      </w:r>
    </w:p>
    <w:sectPr w:rsidR="005C6532" w:rsidRPr="00D31A13" w:rsidSect="007B097B">
      <w:headerReference w:type="default" r:id="rId9"/>
      <w:footerReference w:type="default" r:id="rId10"/>
      <w:pgSz w:w="16838" w:h="11906" w:orient="landscape"/>
      <w:pgMar w:top="-284" w:right="851" w:bottom="284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97B" w:rsidRDefault="007B097B" w:rsidP="00A03FB9">
      <w:r>
        <w:separator/>
      </w:r>
    </w:p>
  </w:endnote>
  <w:endnote w:type="continuationSeparator" w:id="0">
    <w:p w:rsidR="007B097B" w:rsidRDefault="007B097B" w:rsidP="00A0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4766967"/>
      <w:docPartObj>
        <w:docPartGallery w:val="Page Numbers (Bottom of Page)"/>
        <w:docPartUnique/>
      </w:docPartObj>
    </w:sdtPr>
    <w:sdtEndPr/>
    <w:sdtContent>
      <w:p w:rsidR="007B097B" w:rsidRDefault="007B097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CB7">
          <w:rPr>
            <w:noProof/>
          </w:rPr>
          <w:t>2</w:t>
        </w:r>
        <w:r>
          <w:fldChar w:fldCharType="end"/>
        </w:r>
      </w:p>
    </w:sdtContent>
  </w:sdt>
  <w:p w:rsidR="007B097B" w:rsidRDefault="007B097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97B" w:rsidRDefault="007B097B" w:rsidP="00A03FB9">
      <w:r>
        <w:separator/>
      </w:r>
    </w:p>
  </w:footnote>
  <w:footnote w:type="continuationSeparator" w:id="0">
    <w:p w:rsidR="007B097B" w:rsidRDefault="007B097B" w:rsidP="00A03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97B" w:rsidRDefault="007B097B">
    <w:pPr>
      <w:pStyle w:val="a5"/>
      <w:jc w:val="center"/>
    </w:pPr>
  </w:p>
  <w:p w:rsidR="007B097B" w:rsidRDefault="007B097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F7FF9"/>
    <w:multiLevelType w:val="hybridMultilevel"/>
    <w:tmpl w:val="88FCCCDA"/>
    <w:lvl w:ilvl="0" w:tplc="629ED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661"/>
    <w:rsid w:val="00004CE5"/>
    <w:rsid w:val="000059E8"/>
    <w:rsid w:val="00006902"/>
    <w:rsid w:val="000358EF"/>
    <w:rsid w:val="00036369"/>
    <w:rsid w:val="00041921"/>
    <w:rsid w:val="00056A0B"/>
    <w:rsid w:val="00062C14"/>
    <w:rsid w:val="00066625"/>
    <w:rsid w:val="00067C9A"/>
    <w:rsid w:val="00083917"/>
    <w:rsid w:val="00085465"/>
    <w:rsid w:val="00095452"/>
    <w:rsid w:val="00096173"/>
    <w:rsid w:val="00097F6E"/>
    <w:rsid w:val="000B7383"/>
    <w:rsid w:val="000E58BC"/>
    <w:rsid w:val="000F0DCF"/>
    <w:rsid w:val="000F3DB5"/>
    <w:rsid w:val="000F59A1"/>
    <w:rsid w:val="00100F4F"/>
    <w:rsid w:val="001346FC"/>
    <w:rsid w:val="0013487E"/>
    <w:rsid w:val="00147615"/>
    <w:rsid w:val="00164947"/>
    <w:rsid w:val="0018470C"/>
    <w:rsid w:val="001942D3"/>
    <w:rsid w:val="001A4D5F"/>
    <w:rsid w:val="001B0B8E"/>
    <w:rsid w:val="001C249A"/>
    <w:rsid w:val="001D3548"/>
    <w:rsid w:val="001D727B"/>
    <w:rsid w:val="001F7BD4"/>
    <w:rsid w:val="00221FDC"/>
    <w:rsid w:val="0025027E"/>
    <w:rsid w:val="002577B1"/>
    <w:rsid w:val="0026297C"/>
    <w:rsid w:val="0026475C"/>
    <w:rsid w:val="0027171D"/>
    <w:rsid w:val="00295D8E"/>
    <w:rsid w:val="002E2BEA"/>
    <w:rsid w:val="002E2CE4"/>
    <w:rsid w:val="00304589"/>
    <w:rsid w:val="003051DE"/>
    <w:rsid w:val="00320EF9"/>
    <w:rsid w:val="003520F9"/>
    <w:rsid w:val="00372C8C"/>
    <w:rsid w:val="00381E86"/>
    <w:rsid w:val="00383CE4"/>
    <w:rsid w:val="00390E49"/>
    <w:rsid w:val="0039158C"/>
    <w:rsid w:val="003B1D26"/>
    <w:rsid w:val="003D1170"/>
    <w:rsid w:val="003D4281"/>
    <w:rsid w:val="003D6C12"/>
    <w:rsid w:val="003E7076"/>
    <w:rsid w:val="004008CF"/>
    <w:rsid w:val="00406880"/>
    <w:rsid w:val="00431E24"/>
    <w:rsid w:val="00432B66"/>
    <w:rsid w:val="004557D9"/>
    <w:rsid w:val="00475512"/>
    <w:rsid w:val="00487F92"/>
    <w:rsid w:val="004913A5"/>
    <w:rsid w:val="0049539B"/>
    <w:rsid w:val="004A27AC"/>
    <w:rsid w:val="004C5AF8"/>
    <w:rsid w:val="004D1E3D"/>
    <w:rsid w:val="00502158"/>
    <w:rsid w:val="005173DF"/>
    <w:rsid w:val="00522926"/>
    <w:rsid w:val="00523BC8"/>
    <w:rsid w:val="0053097B"/>
    <w:rsid w:val="00536AD2"/>
    <w:rsid w:val="0054009A"/>
    <w:rsid w:val="0054253E"/>
    <w:rsid w:val="005541E0"/>
    <w:rsid w:val="00556151"/>
    <w:rsid w:val="00564B22"/>
    <w:rsid w:val="00581D4F"/>
    <w:rsid w:val="00593C24"/>
    <w:rsid w:val="005A45E4"/>
    <w:rsid w:val="005B53ED"/>
    <w:rsid w:val="005C6532"/>
    <w:rsid w:val="005E7DC9"/>
    <w:rsid w:val="005F46BA"/>
    <w:rsid w:val="005F651E"/>
    <w:rsid w:val="006001CA"/>
    <w:rsid w:val="00606977"/>
    <w:rsid w:val="006265E8"/>
    <w:rsid w:val="0063514C"/>
    <w:rsid w:val="00644236"/>
    <w:rsid w:val="0064430F"/>
    <w:rsid w:val="00650929"/>
    <w:rsid w:val="00661425"/>
    <w:rsid w:val="0067024E"/>
    <w:rsid w:val="006717F6"/>
    <w:rsid w:val="006908DD"/>
    <w:rsid w:val="006B08CB"/>
    <w:rsid w:val="006B0FA3"/>
    <w:rsid w:val="006B386D"/>
    <w:rsid w:val="006C23DA"/>
    <w:rsid w:val="006C63AB"/>
    <w:rsid w:val="006D295C"/>
    <w:rsid w:val="006E3BC5"/>
    <w:rsid w:val="006F4DE0"/>
    <w:rsid w:val="006F57E8"/>
    <w:rsid w:val="006F6F17"/>
    <w:rsid w:val="00701ADB"/>
    <w:rsid w:val="00717AB2"/>
    <w:rsid w:val="00731CBB"/>
    <w:rsid w:val="00737394"/>
    <w:rsid w:val="00771EAC"/>
    <w:rsid w:val="00783767"/>
    <w:rsid w:val="00786FB7"/>
    <w:rsid w:val="007A789A"/>
    <w:rsid w:val="007B097B"/>
    <w:rsid w:val="007B2FAB"/>
    <w:rsid w:val="007C50CB"/>
    <w:rsid w:val="007C5D86"/>
    <w:rsid w:val="007D4865"/>
    <w:rsid w:val="007D5B0E"/>
    <w:rsid w:val="007E551E"/>
    <w:rsid w:val="00802841"/>
    <w:rsid w:val="00804985"/>
    <w:rsid w:val="00812D60"/>
    <w:rsid w:val="00824AA2"/>
    <w:rsid w:val="008251EF"/>
    <w:rsid w:val="0082580C"/>
    <w:rsid w:val="0083090A"/>
    <w:rsid w:val="00832174"/>
    <w:rsid w:val="008326B3"/>
    <w:rsid w:val="00841E5E"/>
    <w:rsid w:val="008464E3"/>
    <w:rsid w:val="008523A0"/>
    <w:rsid w:val="00853A91"/>
    <w:rsid w:val="00855A41"/>
    <w:rsid w:val="008668F0"/>
    <w:rsid w:val="008A1E81"/>
    <w:rsid w:val="008A2148"/>
    <w:rsid w:val="008C5544"/>
    <w:rsid w:val="008E223C"/>
    <w:rsid w:val="008E4E4C"/>
    <w:rsid w:val="008F0145"/>
    <w:rsid w:val="0090050A"/>
    <w:rsid w:val="009073D4"/>
    <w:rsid w:val="009079BF"/>
    <w:rsid w:val="009252DA"/>
    <w:rsid w:val="00936484"/>
    <w:rsid w:val="00951FB2"/>
    <w:rsid w:val="00963EDE"/>
    <w:rsid w:val="0096563B"/>
    <w:rsid w:val="009721BD"/>
    <w:rsid w:val="00973B6A"/>
    <w:rsid w:val="00973E53"/>
    <w:rsid w:val="00977523"/>
    <w:rsid w:val="009A70EF"/>
    <w:rsid w:val="009D2D60"/>
    <w:rsid w:val="009D671D"/>
    <w:rsid w:val="00A02E76"/>
    <w:rsid w:val="00A03FB9"/>
    <w:rsid w:val="00A144C9"/>
    <w:rsid w:val="00A30CFE"/>
    <w:rsid w:val="00A32F4E"/>
    <w:rsid w:val="00A36AA2"/>
    <w:rsid w:val="00A40D09"/>
    <w:rsid w:val="00A40DC7"/>
    <w:rsid w:val="00A42A69"/>
    <w:rsid w:val="00A43B7F"/>
    <w:rsid w:val="00A6771D"/>
    <w:rsid w:val="00A704B4"/>
    <w:rsid w:val="00A76465"/>
    <w:rsid w:val="00A8694D"/>
    <w:rsid w:val="00A91EB5"/>
    <w:rsid w:val="00AA2375"/>
    <w:rsid w:val="00AA3A52"/>
    <w:rsid w:val="00AB05E2"/>
    <w:rsid w:val="00AD2574"/>
    <w:rsid w:val="00AE48BC"/>
    <w:rsid w:val="00AF652E"/>
    <w:rsid w:val="00B125A1"/>
    <w:rsid w:val="00B15446"/>
    <w:rsid w:val="00B159E6"/>
    <w:rsid w:val="00B2110E"/>
    <w:rsid w:val="00B2391B"/>
    <w:rsid w:val="00B302E7"/>
    <w:rsid w:val="00B40F60"/>
    <w:rsid w:val="00B61B24"/>
    <w:rsid w:val="00B61C21"/>
    <w:rsid w:val="00B70DA4"/>
    <w:rsid w:val="00B71281"/>
    <w:rsid w:val="00B75796"/>
    <w:rsid w:val="00B775E3"/>
    <w:rsid w:val="00B80786"/>
    <w:rsid w:val="00BA2BEF"/>
    <w:rsid w:val="00BB567F"/>
    <w:rsid w:val="00BC350A"/>
    <w:rsid w:val="00BD42BC"/>
    <w:rsid w:val="00BE1247"/>
    <w:rsid w:val="00BE3741"/>
    <w:rsid w:val="00BF2737"/>
    <w:rsid w:val="00C035E9"/>
    <w:rsid w:val="00C267A3"/>
    <w:rsid w:val="00C31C9F"/>
    <w:rsid w:val="00C406D1"/>
    <w:rsid w:val="00C429DA"/>
    <w:rsid w:val="00C452F7"/>
    <w:rsid w:val="00C555AD"/>
    <w:rsid w:val="00C610D2"/>
    <w:rsid w:val="00C670FF"/>
    <w:rsid w:val="00C90661"/>
    <w:rsid w:val="00C93D7E"/>
    <w:rsid w:val="00C95CC5"/>
    <w:rsid w:val="00CA407B"/>
    <w:rsid w:val="00CA52A6"/>
    <w:rsid w:val="00CB7ECE"/>
    <w:rsid w:val="00CC163C"/>
    <w:rsid w:val="00CD791E"/>
    <w:rsid w:val="00CD7A9C"/>
    <w:rsid w:val="00CF1C8B"/>
    <w:rsid w:val="00D119FA"/>
    <w:rsid w:val="00D239C6"/>
    <w:rsid w:val="00D27A53"/>
    <w:rsid w:val="00D27E88"/>
    <w:rsid w:val="00D31A13"/>
    <w:rsid w:val="00D4530B"/>
    <w:rsid w:val="00D71D26"/>
    <w:rsid w:val="00D82AC6"/>
    <w:rsid w:val="00D86C68"/>
    <w:rsid w:val="00D969EF"/>
    <w:rsid w:val="00DA5737"/>
    <w:rsid w:val="00DA5B18"/>
    <w:rsid w:val="00DB006B"/>
    <w:rsid w:val="00DB449B"/>
    <w:rsid w:val="00DB7D2A"/>
    <w:rsid w:val="00DD12CC"/>
    <w:rsid w:val="00DD4BA4"/>
    <w:rsid w:val="00DD6A6B"/>
    <w:rsid w:val="00DE1854"/>
    <w:rsid w:val="00DE4998"/>
    <w:rsid w:val="00DF6DC3"/>
    <w:rsid w:val="00E071CC"/>
    <w:rsid w:val="00E1192C"/>
    <w:rsid w:val="00E16355"/>
    <w:rsid w:val="00E42BFE"/>
    <w:rsid w:val="00E46842"/>
    <w:rsid w:val="00E707B4"/>
    <w:rsid w:val="00E71E16"/>
    <w:rsid w:val="00E75C5F"/>
    <w:rsid w:val="00E82E09"/>
    <w:rsid w:val="00E9506E"/>
    <w:rsid w:val="00EF2F13"/>
    <w:rsid w:val="00EF331C"/>
    <w:rsid w:val="00F0167D"/>
    <w:rsid w:val="00F0636B"/>
    <w:rsid w:val="00F16A39"/>
    <w:rsid w:val="00F26EF0"/>
    <w:rsid w:val="00F26F42"/>
    <w:rsid w:val="00F433D3"/>
    <w:rsid w:val="00F446C6"/>
    <w:rsid w:val="00F5080C"/>
    <w:rsid w:val="00F50CB7"/>
    <w:rsid w:val="00F61567"/>
    <w:rsid w:val="00F67EC4"/>
    <w:rsid w:val="00F74F55"/>
    <w:rsid w:val="00F76AD9"/>
    <w:rsid w:val="00F94954"/>
    <w:rsid w:val="00FA2A38"/>
    <w:rsid w:val="00FC3E32"/>
    <w:rsid w:val="00FE03CF"/>
    <w:rsid w:val="00FE51AB"/>
    <w:rsid w:val="00FE5524"/>
    <w:rsid w:val="00FF5E21"/>
    <w:rsid w:val="00FF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0661"/>
    <w:pPr>
      <w:keepNext/>
      <w:spacing w:line="360" w:lineRule="auto"/>
      <w:jc w:val="center"/>
      <w:outlineLvl w:val="0"/>
    </w:pPr>
    <w:rPr>
      <w:b/>
      <w:spacing w:val="50"/>
      <w:sz w:val="40"/>
      <w:szCs w:val="20"/>
    </w:rPr>
  </w:style>
  <w:style w:type="paragraph" w:styleId="2">
    <w:name w:val="heading 2"/>
    <w:basedOn w:val="a"/>
    <w:next w:val="a"/>
    <w:link w:val="20"/>
    <w:qFormat/>
    <w:rsid w:val="00C90661"/>
    <w:pPr>
      <w:keepNext/>
      <w:ind w:right="-1"/>
      <w:jc w:val="center"/>
      <w:outlineLvl w:val="1"/>
    </w:pPr>
    <w:rPr>
      <w:b/>
      <w:color w:val="FF000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9066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90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906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90661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C90661"/>
    <w:rPr>
      <w:rFonts w:ascii="Times New Roman" w:eastAsia="Times New Roman" w:hAnsi="Times New Roman" w:cs="Times New Roman"/>
      <w:b/>
      <w:spacing w:val="50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90661"/>
    <w:rPr>
      <w:rFonts w:ascii="Times New Roman" w:eastAsia="Times New Roman" w:hAnsi="Times New Roman" w:cs="Times New Roman"/>
      <w:b/>
      <w:color w:val="FF0000"/>
      <w:sz w:val="26"/>
      <w:szCs w:val="20"/>
      <w:lang w:eastAsia="ru-RU"/>
    </w:rPr>
  </w:style>
  <w:style w:type="paragraph" w:styleId="21">
    <w:name w:val="Body Text 2"/>
    <w:basedOn w:val="a"/>
    <w:link w:val="22"/>
    <w:rsid w:val="00C90661"/>
    <w:pPr>
      <w:spacing w:line="360" w:lineRule="auto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906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C906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906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06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6F4D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22926"/>
    <w:rPr>
      <w:b/>
      <w:bCs/>
    </w:rPr>
  </w:style>
  <w:style w:type="paragraph" w:customStyle="1" w:styleId="aa">
    <w:name w:val="Стиль"/>
    <w:rsid w:val="005229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7D5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3D4281"/>
    <w:pPr>
      <w:ind w:left="720"/>
      <w:contextualSpacing/>
    </w:pPr>
  </w:style>
  <w:style w:type="paragraph" w:styleId="ad">
    <w:name w:val="Body Text"/>
    <w:basedOn w:val="a"/>
    <w:link w:val="ae"/>
    <w:uiPriority w:val="99"/>
    <w:unhideWhenUsed/>
    <w:rsid w:val="003D428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3D42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6C23DA"/>
    <w:rPr>
      <w:color w:val="0000FF" w:themeColor="hyperlink"/>
      <w:u w:val="single"/>
    </w:rPr>
  </w:style>
  <w:style w:type="table" w:customStyle="1" w:styleId="11">
    <w:name w:val="Сетка таблицы1"/>
    <w:basedOn w:val="a1"/>
    <w:uiPriority w:val="39"/>
    <w:rsid w:val="008028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028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0">
    <w:name w:val="No Spacing"/>
    <w:uiPriority w:val="1"/>
    <w:qFormat/>
    <w:rsid w:val="004068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0F0DCF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0F0D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0661"/>
    <w:pPr>
      <w:keepNext/>
      <w:spacing w:line="360" w:lineRule="auto"/>
      <w:jc w:val="center"/>
      <w:outlineLvl w:val="0"/>
    </w:pPr>
    <w:rPr>
      <w:b/>
      <w:spacing w:val="50"/>
      <w:sz w:val="40"/>
      <w:szCs w:val="20"/>
    </w:rPr>
  </w:style>
  <w:style w:type="paragraph" w:styleId="2">
    <w:name w:val="heading 2"/>
    <w:basedOn w:val="a"/>
    <w:next w:val="a"/>
    <w:link w:val="20"/>
    <w:qFormat/>
    <w:rsid w:val="00C90661"/>
    <w:pPr>
      <w:keepNext/>
      <w:ind w:right="-1"/>
      <w:jc w:val="center"/>
      <w:outlineLvl w:val="1"/>
    </w:pPr>
    <w:rPr>
      <w:b/>
      <w:color w:val="FF000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9066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90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906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90661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C90661"/>
    <w:rPr>
      <w:rFonts w:ascii="Times New Roman" w:eastAsia="Times New Roman" w:hAnsi="Times New Roman" w:cs="Times New Roman"/>
      <w:b/>
      <w:spacing w:val="50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90661"/>
    <w:rPr>
      <w:rFonts w:ascii="Times New Roman" w:eastAsia="Times New Roman" w:hAnsi="Times New Roman" w:cs="Times New Roman"/>
      <w:b/>
      <w:color w:val="FF0000"/>
      <w:sz w:val="26"/>
      <w:szCs w:val="20"/>
      <w:lang w:eastAsia="ru-RU"/>
    </w:rPr>
  </w:style>
  <w:style w:type="paragraph" w:styleId="21">
    <w:name w:val="Body Text 2"/>
    <w:basedOn w:val="a"/>
    <w:link w:val="22"/>
    <w:rsid w:val="00C90661"/>
    <w:pPr>
      <w:spacing w:line="360" w:lineRule="auto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906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C906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906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06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6F4D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22926"/>
    <w:rPr>
      <w:b/>
      <w:bCs/>
    </w:rPr>
  </w:style>
  <w:style w:type="paragraph" w:customStyle="1" w:styleId="aa">
    <w:name w:val="Стиль"/>
    <w:rsid w:val="005229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7D5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3D4281"/>
    <w:pPr>
      <w:ind w:left="720"/>
      <w:contextualSpacing/>
    </w:pPr>
  </w:style>
  <w:style w:type="paragraph" w:styleId="ad">
    <w:name w:val="Body Text"/>
    <w:basedOn w:val="a"/>
    <w:link w:val="ae"/>
    <w:uiPriority w:val="99"/>
    <w:unhideWhenUsed/>
    <w:rsid w:val="003D428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3D42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6C23DA"/>
    <w:rPr>
      <w:color w:val="0000FF" w:themeColor="hyperlink"/>
      <w:u w:val="single"/>
    </w:rPr>
  </w:style>
  <w:style w:type="table" w:customStyle="1" w:styleId="11">
    <w:name w:val="Сетка таблицы1"/>
    <w:basedOn w:val="a1"/>
    <w:uiPriority w:val="39"/>
    <w:rsid w:val="008028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028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0">
    <w:name w:val="No Spacing"/>
    <w:uiPriority w:val="1"/>
    <w:qFormat/>
    <w:rsid w:val="004068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0F0DCF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0F0D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1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AF7956-9F2C-4C39-B7AE-E10FCB4E8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Васильевна Дорохова</dc:creator>
  <cp:lastModifiedBy>ГлавБух</cp:lastModifiedBy>
  <cp:revision>13</cp:revision>
  <cp:lastPrinted>2017-12-29T08:22:00Z</cp:lastPrinted>
  <dcterms:created xsi:type="dcterms:W3CDTF">2017-07-19T16:05:00Z</dcterms:created>
  <dcterms:modified xsi:type="dcterms:W3CDTF">2017-12-29T08:22:00Z</dcterms:modified>
</cp:coreProperties>
</file>